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0E3FE" w14:textId="77777777" w:rsidR="00713422" w:rsidRPr="00713422" w:rsidRDefault="00713422" w:rsidP="0071342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1342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SARS-CoV-2/human/USA/VA-CDC-LC0464413/2022, complete genome</w:t>
      </w:r>
    </w:p>
    <w:p w14:paraId="71375CFD" w14:textId="77777777" w:rsidR="00713422" w:rsidRPr="00713422" w:rsidRDefault="00713422" w:rsidP="0071342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13422">
        <w:rPr>
          <w:rFonts w:ascii="ＭＳ Ｐゴシック" w:eastAsia="ＭＳ Ｐゴシック" w:hAnsi="ＭＳ Ｐゴシック" w:cs="ＭＳ Ｐゴシック"/>
          <w:kern w:val="0"/>
          <w:sz w:val="24"/>
        </w:rPr>
        <w:t>GenBank: OM360636.1</w:t>
      </w:r>
    </w:p>
    <w:p w14:paraId="73F74E51" w14:textId="77777777" w:rsidR="00713422" w:rsidRPr="00713422" w:rsidRDefault="00713422" w:rsidP="0071342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13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1342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"https://www.ncbi.nlm.nih.gov/nuccore/OM360636.1?report=fasta" </w:instrText>
      </w:r>
      <w:r w:rsidRPr="00713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1342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13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1342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13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1342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"https://www.ncbi.nlm.nih.gov/nuccore/OM360636.1?report=graph" </w:instrText>
      </w:r>
      <w:r w:rsidRPr="00713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1342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13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1342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60636.1"/>
    <w:bookmarkEnd w:id="1"/>
    <w:p w14:paraId="718475BB" w14:textId="77777777" w:rsidR="00713422" w:rsidRPr="00713422" w:rsidRDefault="00713422" w:rsidP="0071342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13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1342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"https://www.ncbi.nlm.nih.gov/nuccore/OM360636.1" \l "goto2182659029_0" </w:instrText>
      </w:r>
      <w:r w:rsidRPr="00713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1342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1342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1A56DF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LOCUS       OM360636               29687 bp    RNA     linear   VRL 24-JAN-2022</w:t>
      </w:r>
    </w:p>
    <w:p w14:paraId="427846E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B4562F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SARS-CoV-2/human/USA/VA-CDC-LC0464413/2022, complete genome.</w:t>
      </w:r>
    </w:p>
    <w:p w14:paraId="4FF2688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ACCESSION   OM360636</w:t>
      </w:r>
    </w:p>
    <w:p w14:paraId="21A027B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VERSION     OM360636.1</w:t>
      </w:r>
    </w:p>
    <w:p w14:paraId="1820147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1BEA8B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"https://www.ncbi.nlm.nih.gov/biosample/SAMN25068874"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SAMN25068874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A5A91B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F9556F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F36767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76B44D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93CB9E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9B3DB8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3FAC93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29687)</w:t>
      </w:r>
    </w:p>
    <w:p w14:paraId="27068C7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147754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D6A88D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2B10A9D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394FD81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472205C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7F43B2A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632A707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6E2941F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3FD5B96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0535FE9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374580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161930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751696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94463D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FB5F78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2E5F57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29687)</w:t>
      </w:r>
    </w:p>
    <w:p w14:paraId="2B07E1D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6870446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5FE20C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713D477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6EA944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0046C2D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35AE105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71B5D01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66FC0B1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6E4184C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628FE54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55C32C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D15EA6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CCDEB3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2C4DA8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4FFF5B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(19-JAN-2022) Respiratory Viruses Branch, Division of</w:t>
      </w:r>
    </w:p>
    <w:p w14:paraId="0A8309D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01D16B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6FDE26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60636.1"/>
      <w:bookmarkEnd w:id="2"/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4E3FE9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19AA808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D12AD0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085303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60636.1"/>
      <w:bookmarkEnd w:id="3"/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097E18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1..29687</w:t>
      </w:r>
    </w:p>
    <w:p w14:paraId="3DB31A2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AFF59E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127F56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4FEB3D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/isolate="SARS-CoV-2/human/USA/VA-CDC-LC0464413/2022"</w:t>
      </w:r>
    </w:p>
    <w:p w14:paraId="3A45C16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11A64A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C93AC9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50DB8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Virginia"</w:t>
      </w:r>
    </w:p>
    <w:p w14:paraId="71016B4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/collection_date="2022-01-04"</w:t>
      </w:r>
    </w:p>
    <w:p w14:paraId="5E7D825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"https://www.ncbi.nlm.nih.gov/nuccore/OM360636.1?from=164&amp;to=21441"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164..21441</w:t>
      </w:r>
    </w:p>
    <w:p w14:paraId="0FFD63A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E3B0D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"https://www.ncbi.nlm.nih.gov/nuccore/OM360636.1?location=164:13354,13354:21441"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join(164..13354,13354..21441)</w:t>
      </w:r>
    </w:p>
    <w:p w14:paraId="6803048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D1E7F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DBCD3A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010C79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EC5095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"https://www.ncbi.nlm.nih.gov/protein/2182659030"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UJN84459.1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03947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C634E8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38C78A5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A12558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C6767B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603C61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9D3CAB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D15485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4860F3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602C5B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FKVTKGKAKKGAWNIGEQKSILSPLYAFASEAARVVRSIFSRTFETAQNSVRVLQKAA</w:t>
      </w:r>
    </w:p>
    <w:p w14:paraId="2367C65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F2FB3D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412411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B57622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25E1DE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FAD302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21D4C3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900CF9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F289AE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3CAD7C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7C5852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F91ED0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C3FFB4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D98317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2AF0F3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0E8123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20FA24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CD1062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9E7201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2C755F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43AD53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012F7B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2B746E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C27268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4FE5F3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D96936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4A082A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CC1CE3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20FC8C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2963CC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8A5966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386BEB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34E294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8932DC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214F73E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01EF5A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EC30E7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C0EBC4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C5AD2B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35313F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531E83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6A7292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5E2A87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365BB4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0CDF7F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8AEBE0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2BD2A0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E02F2D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22AEBD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3A6576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F7391B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FA8D82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B79AB2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LLTILTSLLVLVQSTQWSLFFFFYENAFLPFAMGIIAMSAFAMMFVKHKHAFLCLFLL</w:t>
      </w:r>
    </w:p>
    <w:p w14:paraId="05A9017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FA91E1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5F47AF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F1D9C4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E0083F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4D37B7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0344AD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126EB7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D23651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1EA9DD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0B6238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67F18B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4E3F06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789B98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99ED59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D74FD7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C2D730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6A2025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03FE18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DBBB46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505EF9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FC5A25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BF2A53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AYTKRNVIPTITQMNLKYAISAKNRARTVAGVSICSTMTNRQFHQKLLKSIAATRGAT</w:t>
      </w:r>
    </w:p>
    <w:p w14:paraId="76B8601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A4AD53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3E2022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078AED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0D740F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CE3668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AE0D7A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EBE0B9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BD0801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8CEEE8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5A0F09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A3B3C0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D7BC57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052708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5B36A8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F0A3FB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73C242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944CF7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FD8623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B3C012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80487E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0DEDA9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074069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E2D390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7F2928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FEC3EC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5321EA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ECFDBB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72DDC6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56CD66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B69DA7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6EE4DF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F329F1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40D96A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858B2E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DD4DB0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9E4815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E4233E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"https://www.ncbi.nlm.nih.gov/protein/UJN84459.1?from=1&amp;to=180"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4CCD19B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5FD5A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E94112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"https://www.ncbi.nlm.nih.gov/protein/UJN84459.1?from=181&amp;to=818"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5163DD7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F33EA3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5ACD42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"https://www.ncbi.nlm.nih.gov/protein/UJN84459.1?from=819&amp;to=2762"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5253174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B20E4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1DBDA0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"https://www.ncbi.nlm.nih.gov/protein/UJN84459.1?from=2763&amp;to=3262"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2A47CC2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70DCC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7D3610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"https://www.ncbi.nlm.nih.gov/protein/UJN84459.1?from=3263&amp;to=3568"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133DA74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480E7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A5EB3E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"https://www.ncbi.nlm.nih.gov/protein/UJN84459.1?from=3569&amp;to=3855"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2E27ACB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1A74A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8F9E1A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"https://www.ncbi.nlm.nih.gov/protein/UJN84459.1?from=3856&amp;to=3938"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55531D0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8DB9C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81D33D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"https://www.ncbi.nlm.nih.gov/protein/UJN84459.1?from=3939&amp;to=4136"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635B185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C0F1B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D067B0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"https://www.ncbi.nlm.nih.gov/protein/UJN84459.1?from=4137&amp;to=4249"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5CA9E10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2AB98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E1D91F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"https://www.ncbi.nlm.nih.gov/protein/UJN84459.1?from=4250&amp;to=4388"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1F769E9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AF784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AA5F8B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"https://www.ncbi.nlm.nih.gov/protein/UJN84459.1?from=4389&amp;to=5320"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join(13328..13354,13354..16122)</w:t>
      </w:r>
    </w:p>
    <w:p w14:paraId="4C432B7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E6794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FC7497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"https://www.ncbi.nlm.nih.gov/protein/UJN84459.1?from=5321&amp;to=5921"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16123..17925</w:t>
      </w:r>
    </w:p>
    <w:p w14:paraId="4B5B698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EC122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781E95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"https://www.ncbi.nlm.nih.gov/protein/UJN84459.1?from=5922&amp;to=6448"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17926..19506</w:t>
      </w:r>
    </w:p>
    <w:p w14:paraId="2DE09F4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4AE18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CBB9CA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"https://www.ncbi.nlm.nih.gov/protein/UJN84459.1?from=6449&amp;to=6794"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19507..20544</w:t>
      </w:r>
    </w:p>
    <w:p w14:paraId="2474FED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607D7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BB9A9B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"https://www.ncbi.nlm.nih.gov/protein/UJN84459.1?from=6795&amp;to=7092"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20545..21438</w:t>
      </w:r>
    </w:p>
    <w:p w14:paraId="6CB01AB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FD740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85A494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"https://www.ncbi.nlm.nih.gov/nuccore/OM360636.1?from=164&amp;to=13369"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164..13369</w:t>
      </w:r>
    </w:p>
    <w:p w14:paraId="2AB9FCD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C267C7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825E7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36FB92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"https://www.ncbi.nlm.nih.gov/protein/2182659031"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UJN84460.1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1EDB8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AD93D3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B0D1E2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14B5F9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39FFDF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BDE2D1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575A9A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DF9FF4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AC3F73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AF0462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FKVTKGKAKKGAWNIGEQKSILSPLYAFASEAARVVRSIFSRTFETAQNSVRVLQKAA</w:t>
      </w:r>
    </w:p>
    <w:p w14:paraId="3EBF6CE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0C2B37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86C91C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820A70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7B4926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5626C7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BE7D74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83B055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B4934D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27E2D6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DA15CF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278CD7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F6E542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69FF9F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2448A3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A77168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5A81BE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D422A4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E5BDD3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541C25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6C99B7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F5EC50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1B892D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0E686B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6CB0C4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6A3962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CC4282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C44BBF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3EC49E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ASMPTTIAKNTVKSVGKFCLEASFNYLKSPNFSKLINIIIWFLLLSVCLGSLIYSTAA</w:t>
      </w:r>
    </w:p>
    <w:p w14:paraId="2ADCD65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517F89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3A86DA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F84884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A6DAE8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CCCCEC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826680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471174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195DC1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D2A845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3244A8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24C3B7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191377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B08CF4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C04BFD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D408E4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09ECDE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74CD7E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A0478D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89D812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D70072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DCF9C0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0A1236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0D86AC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LLTILTSLLVLVQSTQWSLFFFFYENAFLPFAMGIIAMSAFAMMFVKHKHAFLCLFLL</w:t>
      </w:r>
    </w:p>
    <w:p w14:paraId="49863DB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DFBB6A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C9C196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B88AA9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5043E3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ED4818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979E9F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5108A7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69D78E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2344F9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BDE68F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E6D910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C62072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7B9007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F53AFE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"https://www.ncbi.nlm.nih.gov/protein/UJN84460.1?from=1&amp;to=180"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164..703</w:t>
      </w:r>
    </w:p>
    <w:p w14:paraId="488FB5C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3DD8E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BB6090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"https://www.ncbi.nlm.nih.gov/protein/UJN84460.1?from=181&amp;to=818"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704..2617</w:t>
      </w:r>
    </w:p>
    <w:p w14:paraId="1186255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5370E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61FB9F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"https://www.ncbi.nlm.nih.gov/protein/UJN84460.1?from=819&amp;to=2762"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2618..8449</w:t>
      </w:r>
    </w:p>
    <w:p w14:paraId="7A2D32D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03FEE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B55CDF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"https://www.ncbi.nlm.nih.gov/protein/UJN84460.1?from=2763&amp;to=3262"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8450..9949</w:t>
      </w:r>
    </w:p>
    <w:p w14:paraId="65CC2AF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9A221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819F78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"https://www.ncbi.nlm.nih.gov/protein/UJN84460.1?from=3263&amp;to=3568"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9950..10867</w:t>
      </w:r>
    </w:p>
    <w:p w14:paraId="673A2B4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9BC4F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BE141E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"https://www.ncbi.nlm.nih.gov/protein/UJN84460.1?from=3569&amp;to=3855"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10868..11728</w:t>
      </w:r>
    </w:p>
    <w:p w14:paraId="2BAB126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ED526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77E3B1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"https://www.ncbi.nlm.nih.gov/protein/UJN84460.1?from=3856&amp;to=3938"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11729..11977</w:t>
      </w:r>
    </w:p>
    <w:p w14:paraId="60ADB1C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890F2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F1652E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"https://www.ncbi.nlm.nih.gov/protein/UJN84460.1?from=3939&amp;to=4136"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11978..12571</w:t>
      </w:r>
    </w:p>
    <w:p w14:paraId="76777A0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91570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2C4846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"https://www.ncbi.nlm.nih.gov/protein/UJN84460.1?from=4137&amp;to=4249"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12572..12910</w:t>
      </w:r>
    </w:p>
    <w:p w14:paraId="0817591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C2087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8CADA9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"https://www.ncbi.nlm.nih.gov/protein/UJN84460.1?from=4250&amp;to=4388"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12911..13327</w:t>
      </w:r>
    </w:p>
    <w:p w14:paraId="4932047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E23FF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8BDC94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"https://www.ncbi.nlm.nih.gov/protein/UJN84460.1?from=4389&amp;to=4401"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13328..13366</w:t>
      </w:r>
    </w:p>
    <w:p w14:paraId="53E009C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E4E93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CD3EAD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"https://www.ncbi.nlm.nih.gov/nuccore/OM360636.1?from=13362&amp;to=13389"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13362..13389</w:t>
      </w:r>
    </w:p>
    <w:p w14:paraId="18E4868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0AD0A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3F2583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32E80B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"https://www.ncbi.nlm.nih.gov/nuccore/OM360636.1?from=13374&amp;to=13428"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13374..13428</w:t>
      </w:r>
    </w:p>
    <w:p w14:paraId="6A0C73F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C9F79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12C376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856DC8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"https://www.ncbi.nlm.nih.gov/nuccore/OM360636.1?from=21449&amp;to=25261"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21449..25261</w:t>
      </w:r>
    </w:p>
    <w:p w14:paraId="075662D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81B608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"https://www.ncbi.nlm.nih.gov/nuccore/OM360636.1?from=21449&amp;to=25261"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21449..25261</w:t>
      </w:r>
    </w:p>
    <w:p w14:paraId="6D52BCE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A26146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1E8B01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6B76C6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"https://www.ncbi.nlm.nih.gov/protein/2182659032"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UJN84461.1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C7227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/translation="MFVFLVLLPLVSSQCVNLITRTQLPPAYTNSFTRGVYYPDKVFR</w:t>
      </w:r>
    </w:p>
    <w:p w14:paraId="1381B75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262B64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FF8AF4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269ABE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AF3DC8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861438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466842F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8DE157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AEA22E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349423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C7D490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D66D18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C8209C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3BE054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BDDB43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3583F2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B7BC7C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6AD27B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BD9775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0C31E1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867278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863927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EF7FE0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"https://www.ncbi.nlm.nih.gov/nuccore/OM360636.1?from=25270&amp;to=26097"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25270..26097</w:t>
      </w:r>
    </w:p>
    <w:p w14:paraId="2AD9685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18415C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"https://www.ncbi.nlm.nih.gov/nuccore/OM360636.1?from=25270&amp;to=26097"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25270..26097</w:t>
      </w:r>
    </w:p>
    <w:p w14:paraId="7345A85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2584BC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60DFD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F7862A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"https://www.ncbi.nlm.nih.gov/protein/2182659033"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UJN84462.1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6D337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05C997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B79969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62932FE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3A2170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C5A140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"https://www.ncbi.nlm.nih.gov/nuccore/OM360636.1?from=26122&amp;to=26349"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26122..26349</w:t>
      </w:r>
    </w:p>
    <w:p w14:paraId="66C00C8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0ACFCF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"https://www.ncbi.nlm.nih.gov/nuccore/OM360636.1?from=26122&amp;to=26349"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26122..26349</w:t>
      </w:r>
    </w:p>
    <w:p w14:paraId="377187D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975238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DE1363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3E9574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"https://www.ncbi.nlm.nih.gov/protein/2182659034"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UJN84463.1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C56E2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62056B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1AC78C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"https://www.ncbi.nlm.nih.gov/nuccore/OM360636.1?from=26400&amp;to=27068"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26400..27068</w:t>
      </w:r>
    </w:p>
    <w:p w14:paraId="00A3897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CDDAC9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"https://www.ncbi.nlm.nih.gov/nuccore/OM360636.1?from=26400&amp;to=27068"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26400..27068</w:t>
      </w:r>
    </w:p>
    <w:p w14:paraId="7F3206B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D37E61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82051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B0A71A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"https://www.ncbi.nlm.nih.gov/protein/2182659035"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UJN84464.1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B6671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29D8DE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159F21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2A9636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7563FD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2DC7BD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"https://www.ncbi.nlm.nih.gov/nuccore/OM360636.1?from=27079&amp;to=27264"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27079..27264</w:t>
      </w:r>
    </w:p>
    <w:p w14:paraId="0F86D0C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205143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"https://www.ncbi.nlm.nih.gov/nuccore/OM360636.1?from=27079&amp;to=27264"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27079..27264</w:t>
      </w:r>
    </w:p>
    <w:p w14:paraId="57E5C10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42BCA3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FA810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B3558A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"https://www.ncbi.nlm.nih.gov/protein/2182659036"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UJN84465.1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9656A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A87450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26FB06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"https://www.ncbi.nlm.nih.gov/nuccore/OM360636.1?from=27271&amp;to=27636"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27271..27636</w:t>
      </w:r>
    </w:p>
    <w:p w14:paraId="01D016C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7056C5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"https://www.ncbi.nlm.nih.gov/nuccore/OM360636.1?from=27271&amp;to=27636"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27271..27636</w:t>
      </w:r>
    </w:p>
    <w:p w14:paraId="161AF08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289184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74EAA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059FAF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"https://www.ncbi.nlm.nih.gov/protein/2182659037"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UJN84466.1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FE368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17E484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4A861C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ABBE4C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"https://www.ncbi.nlm.nih.gov/nuccore/OM360636.1?from=27633&amp;to=27764"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27633..27764</w:t>
      </w:r>
    </w:p>
    <w:p w14:paraId="1544D69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CE994D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"https://www.ncbi.nlm.nih.gov/nuccore/OM360636.1?from=27633&amp;to=27764"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27633..27764</w:t>
      </w:r>
    </w:p>
    <w:p w14:paraId="7800774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4EC402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65C08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898DDC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"https://www.ncbi.nlm.nih.gov/protein/2182659038"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UJN84467.1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800A9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A23BFE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"https://www.ncbi.nlm.nih.gov/nuccore/OM360636.1?from=27771&amp;to=28136"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27771..28136</w:t>
      </w:r>
    </w:p>
    <w:p w14:paraId="688550A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D74647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"https://www.ncbi.nlm.nih.gov/nuccore/OM360636.1?from=27771&amp;to=28136"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27771..28136</w:t>
      </w:r>
    </w:p>
    <w:p w14:paraId="554034B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B32ABB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F1780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796460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"https://www.ncbi.nlm.nih.gov/protein/2182659039"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UJN84468.1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09A88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C932B0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4E7235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24341A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"https://www.ncbi.nlm.nih.gov/nuccore/OM360636.1?from=28151&amp;to=29401"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28151..29401</w:t>
      </w:r>
    </w:p>
    <w:p w14:paraId="193A925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70CD20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"https://www.ncbi.nlm.nih.gov/nuccore/OM360636.1?from=28151&amp;to=29401"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28151..29401</w:t>
      </w:r>
    </w:p>
    <w:p w14:paraId="41E1EF6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3AAC16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CA449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2B71DB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"https://www.ncbi.nlm.nih.gov/protein/2182659040"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UJN84469.1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FBD7C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9921FD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5DC9BE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B55BF1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3919F5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49AA45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B9FB8B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597DD17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AD8C62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"https://www.ncbi.nlm.nih.gov/nuccore/OM360636.1?from=29426&amp;to=29542"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29426..29542</w:t>
      </w:r>
    </w:p>
    <w:p w14:paraId="7936816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10732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"https://www.ncbi.nlm.nih.gov/nuccore/OM360636.1?from=29426&amp;to=29542"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29426..29542</w:t>
      </w:r>
    </w:p>
    <w:p w14:paraId="011EE53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94BD8A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C3539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96998F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"https://www.ncbi.nlm.nih.gov/protein/2182659041"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UJN84470.1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1CF45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8D556F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"https://www.ncbi.nlm.nih.gov/nuccore/OM360636.1?from=29477&amp;to=29512"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29477..29512</w:t>
      </w:r>
    </w:p>
    <w:p w14:paraId="7B766F9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A457A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0C3FD4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"https://www.ncbi.nlm.nih.gov/nuccore/OM360636.1?from=29497&amp;to=29525"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29497..29525</w:t>
      </w:r>
    </w:p>
    <w:p w14:paraId="79D89BE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5E1EA9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6F0DFF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"https://www.ncbi.nlm.nih.gov/nuccore/OM360636.1?from=29596&amp;to=29636" </w:instrTex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1342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29596..29636</w:t>
      </w:r>
    </w:p>
    <w:p w14:paraId="21CC18E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2DE38B5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D6652E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60636.1"/>
      <w:bookmarkEnd w:id="4"/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ctgcatgctt agtgcactca cgcagtataa ttaataacta attactgtcg ttgacaggac</w:t>
      </w:r>
    </w:p>
    <w:p w14:paraId="2986C21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acgagtaact cgtctatctt ctgcaggctg cttacggttt cgtccgtgtt gcagccgatc</w:t>
      </w:r>
    </w:p>
    <w:p w14:paraId="31D05D8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atcagcacat ctaggttttg tccgggtgtg accgaaaggt aagatggaga gccttgtccc</w:t>
      </w:r>
    </w:p>
    <w:p w14:paraId="21A0928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tggtttcaac gagaaaacac acgtccaact cagtttgcct gttttacagg ttcgcgacgt</w:t>
      </w:r>
    </w:p>
    <w:p w14:paraId="28213AE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gctcgtacgt ggctttggag actccgtgga ggaggtctta tcagaggcac gtcaacatct</w:t>
      </w:r>
    </w:p>
    <w:p w14:paraId="1DDC7F5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taaagatggc acttgtggct tagtagaagt tgaaaaaggc gttttgcctc aacttgaaca</w:t>
      </w:r>
    </w:p>
    <w:p w14:paraId="2F0CF50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gccctatgtg ttcatcaaac gttcggatgc tcgaactgca cctcatggtc atgttatggt</w:t>
      </w:r>
    </w:p>
    <w:p w14:paraId="1F210D0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tgagctggta gcagaactcg aaggcattca gtacggtcgt agtggtgaga cacttggtgt</w:t>
      </w:r>
    </w:p>
    <w:p w14:paraId="51FC6B5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ccttgtccct catgtgggcg aaataccagt ggcttaccgc aaggttcttc ttcgtaagaa</w:t>
      </w:r>
    </w:p>
    <w:p w14:paraId="5BAF37E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cggtaataaa ggagctggtg gccatagtta cggcgccgat ctaaagtcat ttgacttagg</w:t>
      </w:r>
    </w:p>
    <w:p w14:paraId="6C01964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cgacgagctt ggcactgatc cttatgaaga ttttcaagaa aactggaaca ctaaacatag</w:t>
      </w:r>
    </w:p>
    <w:p w14:paraId="13EFF6F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cagtggtgtt acccgtgaac tcatgcgtga gcttaacgga ggggcataca ctcgctatgt</w:t>
      </w:r>
    </w:p>
    <w:p w14:paraId="77E155D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cgataacaac ttctgtggcc ctgatggcta ccctcttgag tgcattaaag accttctagc</w:t>
      </w:r>
    </w:p>
    <w:p w14:paraId="1AA6EE3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acgtgctggt aaagcttcat gcactttgtc cgaacaactg gactttattg acactaagag</w:t>
      </w:r>
    </w:p>
    <w:p w14:paraId="110DE7B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gggtgtatac tgctgccgtg aacatgagca tgaaattgct tggtacacgg aacgttctga</w:t>
      </w:r>
    </w:p>
    <w:p w14:paraId="5D7FE7C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aaagagctat gaattgcaga caccttttga aattaaattg gcaaagaaat ttgacacctt</w:t>
      </w:r>
    </w:p>
    <w:p w14:paraId="0EEB4D8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caatggggaa tgtccaaatt ttgtatttcc cttaaattcc ataatcaaga ctattcaacc</w:t>
      </w:r>
    </w:p>
    <w:p w14:paraId="740B040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aagggttgaa aagaaaaagc ttgatggctt tatgggtaga attcgatctg tctatccagt</w:t>
      </w:r>
    </w:p>
    <w:p w14:paraId="65A61FF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tgcgtcacca aatgaatgca accaaatgtg cctttcaact ctcatgaagt gtgatcattg</w:t>
      </w:r>
    </w:p>
    <w:p w14:paraId="3124183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tggtgaaact tcatggcaga cgggcgattt tgttaaagcc acttgcgaat tttgtggcac</w:t>
      </w:r>
    </w:p>
    <w:p w14:paraId="50C21AF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tgagaatttg actaaagaag gtgccactac ttgtggttac ttaccccaaa atgctgttgt</w:t>
      </w:r>
    </w:p>
    <w:p w14:paraId="41919B3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taaaatttat tgtccagcat gtcacaattc agaagtagga cctgagcata gtcttgccga</w:t>
      </w:r>
    </w:p>
    <w:p w14:paraId="09FDA31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ataccataat gaatctggct tgaaaaccat tcttcgtaag ggtggtcgca ctattgcctt</w:t>
      </w:r>
    </w:p>
    <w:p w14:paraId="6266961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tggaggctgt gtgttctctt atgttggttg ccataacaag tgtgcctatt gggttccacg</w:t>
      </w:r>
    </w:p>
    <w:p w14:paraId="1498464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tgctagcgct aacataggtt gtaaccatac aggtgttgtt ggagaaggtt ccgaaggtct</w:t>
      </w:r>
    </w:p>
    <w:p w14:paraId="30CBB59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taatgacaac cttcttgaaa tactccaaaa agagaaagtc aacatcaata ttgttggtga</w:t>
      </w:r>
    </w:p>
    <w:p w14:paraId="1201CEA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ctttaaactt aatgaagaga tcgccattat tttggcatct ttttctgctt ccacaagtgc</w:t>
      </w:r>
    </w:p>
    <w:p w14:paraId="6A62898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ttttgtggaa actgtgaaag gtttggatta taaagcattc aaacaaattg ttgaatcctg</w:t>
      </w:r>
    </w:p>
    <w:p w14:paraId="6141FEB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tggtaatttt aaagttacaa aaggaaaagc taaaaaaggt gcctggaata ttggtgaaca</w:t>
      </w:r>
    </w:p>
    <w:p w14:paraId="3BD59F0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gaaatcaata ctgagtcctc tttatgcatt tgcatcagag gctgctcgtg ttgtacgatc</w:t>
      </w:r>
    </w:p>
    <w:p w14:paraId="0D43972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aattttctcc cgcacttttg aaactgctca aaattctgtg cgtgttttac agaaggccgc</w:t>
      </w:r>
    </w:p>
    <w:p w14:paraId="7509ABE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tataacaata ctagatggaa tttcacagta ttcactgaga ctcattgatg ctatgatgtt</w:t>
      </w:r>
    </w:p>
    <w:p w14:paraId="0F155BE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cacatctgat ttggctacta acaatctagt tgtaatggcc tacattacag gtggtgttgt</w:t>
      </w:r>
    </w:p>
    <w:p w14:paraId="41732E0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tcagttgact tcgcagtggc taactaacat ctttggcact gtttatgaaa aactcaaacc</w:t>
      </w:r>
    </w:p>
    <w:p w14:paraId="7ABA2B4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cgtccttgat tggcttgaag agaagtttaa ggaaggtgta gagtttctta gagacggttg</w:t>
      </w:r>
    </w:p>
    <w:p w14:paraId="531AD6A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ggaaattgtt aaatttatct caacctgtgc ttgtgaaatt gtcggtggac aaattgtcac</w:t>
      </w:r>
    </w:p>
    <w:p w14:paraId="47A97D6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ctgtgcaaag gaaattaagg agagtgttca gacattcttt aagcttgtaa ataaattttt</w:t>
      </w:r>
    </w:p>
    <w:p w14:paraId="4C3C2C0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ggctttgtgt gctgactcta tcattattgg tggagctaaa cttaaagcct tgaatttagg</w:t>
      </w:r>
    </w:p>
    <w:p w14:paraId="3B73274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tgaaacattt gtcacgcact caaagggatt gtacagaaag tgtgttaaat ccagagaaga</w:t>
      </w:r>
    </w:p>
    <w:p w14:paraId="4BB66A8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aactggccta ctcatgcctc taaaagcccc aaaagaaatt atcttcttag agggagaaac</w:t>
      </w:r>
    </w:p>
    <w:p w14:paraId="30212BB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acttcccaca gaagtgttaa cagaggaagt tgtcttgaaa actggtgatt tacaaccatt</w:t>
      </w:r>
    </w:p>
    <w:p w14:paraId="0397A6B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agaacaacct actagtgaag ctgttgaagc tccattggtt ggtacaccag tttgtattaa</w:t>
      </w:r>
    </w:p>
    <w:p w14:paraId="6BE35EA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cgggcttatg ttgctcgaaa tcaaagacac agaaaagtac tgtgcccttg cacctaatat</w:t>
      </w:r>
    </w:p>
    <w:p w14:paraId="0CB3BC1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gatggtaaca aacaatacct tcacactcaa aggcggtgca ccaacaaagg ttacttttgg</w:t>
      </w:r>
    </w:p>
    <w:p w14:paraId="664261B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tgatgacact gtgatagaag tgcaaggtta caagagtgtg aatatcactt ttgaacttga</w:t>
      </w:r>
    </w:p>
    <w:p w14:paraId="1BAA9FC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tgaaaggatt gataaagtac ttaatgagag gtgctctgcc tatacagttg aactcggtac</w:t>
      </w:r>
    </w:p>
    <w:p w14:paraId="7BBFDB3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agaagtaaat gagttcgcct gtgttgtggc agatgctgtc ataaaaactt tgcaaccagt</w:t>
      </w:r>
    </w:p>
    <w:p w14:paraId="0A49FC5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atctgaatta cttacaccac tgggcattga tttagatgag tggagtatgg ctacatacta</w:t>
      </w:r>
    </w:p>
    <w:p w14:paraId="5361646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cttatttgat gagtctggtg agtttaaatt ggcttcacat atgtattgtt ctttttaccc</w:t>
      </w:r>
    </w:p>
    <w:p w14:paraId="5A55870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tccagatgag gatgaagaag aaggtgattg tgaagaagaa gagtttgagc catcaactca</w:t>
      </w:r>
    </w:p>
    <w:p w14:paraId="1E29051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atatgagtat ggtactgaag atgattacca aggtaaacct ttggaatttg gtgccacttc</w:t>
      </w:r>
    </w:p>
    <w:p w14:paraId="26B3E62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tgctgctctt caacctgaag aagagcaaga agaagattgg ttagatgatg atagtcaaca</w:t>
      </w:r>
    </w:p>
    <w:p w14:paraId="5E91D1A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aactgttggt caacaagacg gcagtgagga caatcagaca actactattc aaacaattgt</w:t>
      </w:r>
    </w:p>
    <w:p w14:paraId="1B2562F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tgaggttcaa cctcaattag agatggaact tacaccagtt gttcagacta ttgaagtgaa</w:t>
      </w:r>
    </w:p>
    <w:p w14:paraId="045363E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tagttttagt ggttatttaa aacttactga caatgtatac attaaaaatg cagacattgt</w:t>
      </w:r>
    </w:p>
    <w:p w14:paraId="0E2C15D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ggaagaagct aaaaaggtaa aaccaacagt ggttgttaat gcagccaatg tttaccttaa</w:t>
      </w:r>
    </w:p>
    <w:p w14:paraId="4C4DD3A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acatggagga ggtgttgcag gagccttaaa taaggctact aacaatgcca tgcaagttga</w:t>
      </w:r>
    </w:p>
    <w:p w14:paraId="60BDC0F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atctgatgat tacatagcta ctaatggacc acttaaagtg ggtggtagtt gtgttttaag</w:t>
      </w:r>
    </w:p>
    <w:p w14:paraId="6AA114B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cggacacaat cttgctaaac actgtcttca tgttgtcggc ccaaatgtta acaaaggtga</w:t>
      </w:r>
    </w:p>
    <w:p w14:paraId="40A42E1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agacattcaa cttcttaaga gtgcttatga aaattttaat cagcacgaag ttctacttgc</w:t>
      </w:r>
    </w:p>
    <w:p w14:paraId="7588BCA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accattatta tcagctggta tttttggtgc tgaccctata cattctttaa gagtttgtgt</w:t>
      </w:r>
    </w:p>
    <w:p w14:paraId="19BA81D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agatactgtt cgcacaaatg tctacttagc tgtctttgat aaaaatctct atgacaaact</w:t>
      </w:r>
    </w:p>
    <w:p w14:paraId="231455C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tgtttcaagc tttttggaaa tgaagagtga aaagcaagtt gaacaaaaga tcgctgagat</w:t>
      </w:r>
    </w:p>
    <w:p w14:paraId="5E2A5A2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tcctaaagag gaagttaagc catttataac tgaaagtaaa ccttcagttg aacagagaaa</w:t>
      </w:r>
    </w:p>
    <w:p w14:paraId="19D154E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acaagatgat aagaaaatca aagcttgtgt tgaagaagtt acaacaactc tggaagaaac</w:t>
      </w:r>
    </w:p>
    <w:p w14:paraId="0EB1CC8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taagttcctc acagaaaact tgttacttta tattgacatt aatggcaatc ttcatccaga</w:t>
      </w:r>
    </w:p>
    <w:p w14:paraId="55FFFE8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ttctgccact cttgttagtg acattgacat cactttctta aagaaagatg ctccatatat</w:t>
      </w:r>
    </w:p>
    <w:p w14:paraId="58D476A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agtgggtgat gttgttcaag agggtgtttt aactgctgtg gttataccta ctaaaaaggc</w:t>
      </w:r>
    </w:p>
    <w:p w14:paraId="69D9D1C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tggtggcact actgaaatgc tagcgaaagc tttgagaaaa gtgccaacag acaattatat</w:t>
      </w:r>
    </w:p>
    <w:p w14:paraId="645237C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aaccacttac ccgggtcagg gtttaaatgg ttacactgta gaggaggcaa agacagtgct</w:t>
      </w:r>
    </w:p>
    <w:p w14:paraId="4131CD3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taaaaagtgt aaaagtgcct tttacattct accatctatt atctctaatg agaagcaaga</w:t>
      </w:r>
    </w:p>
    <w:p w14:paraId="2E9B8D1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aattcttgga actgtttctt ggaatttgcg agaaatgctt gcacatgcag aagaaacacg</w:t>
      </w:r>
    </w:p>
    <w:p w14:paraId="2081068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caaattaatg cctgtctgtg tggaaactaa agccatagtt tcaactatac agcgtaaata</w:t>
      </w:r>
    </w:p>
    <w:p w14:paraId="10E4019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taagggtatt aaaatacaag agggtgtggt tgattatggt gctagatttt acttttacac</w:t>
      </w:r>
    </w:p>
    <w:p w14:paraId="161EFA6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cagtaaaaca actgtagcgt cacttatcaa cacacttaac gatctaaatg aaactcttgt</w:t>
      </w:r>
    </w:p>
    <w:p w14:paraId="3D79A38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tacaatgcca cttggctatg taacacatgg cttaaatttg gaagaagctg ctcggtatat</w:t>
      </w:r>
    </w:p>
    <w:p w14:paraId="7E84396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gagatctctc aaagtgccag ctacagtttc tgtttcttca cctgatgctg ttacagcgta</w:t>
      </w:r>
    </w:p>
    <w:p w14:paraId="319B14D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taatggttat cttacttctt cttctaaaac acctgaagaa cattttattg aaaccatctc</w:t>
      </w:r>
    </w:p>
    <w:p w14:paraId="257A34B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acttgctggt tcctataaag attggtccta ttctggacaa tctacacaac taggtataga</w:t>
      </w:r>
    </w:p>
    <w:p w14:paraId="5C4569C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atttcttaag agaggtgata aaagtgtata ttacactagt aatcctacca cattccacct</w:t>
      </w:r>
    </w:p>
    <w:p w14:paraId="6DF80FE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agatggtgaa gttatcacct ttgacaatct taagacactt ctttctttga gagaagtgag</w:t>
      </w:r>
    </w:p>
    <w:p w14:paraId="6087AAA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gactattaag gtgtttacaa cagtagacaa cattaacctc cacacgcaag ttgtggacat</w:t>
      </w:r>
    </w:p>
    <w:p w14:paraId="4FAA7AF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gtcaatgaca tatggacaac agtttggtcc aacttatttg gatggagctg atgttactaa</w:t>
      </w:r>
    </w:p>
    <w:p w14:paraId="5A3B6B2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aataaaacct cataattcac atgaaggtaa aacattttat gttttaccta atgatgacac</w:t>
      </w:r>
    </w:p>
    <w:p w14:paraId="348BB8A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tctacgtgtt gaggcttttg agtactacca cacaactgat cctagttttc tgggtaggta</w:t>
      </w:r>
    </w:p>
    <w:p w14:paraId="6F388D1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catgtcagca ttaaatcaca ctaaaaagtg gaaataccca caagttaatg gtttaacttc</w:t>
      </w:r>
    </w:p>
    <w:p w14:paraId="6789160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tattaaatgg gcagataaca actgttatct tgccactgca ttgttaacac tccaacaaat</w:t>
      </w:r>
    </w:p>
    <w:p w14:paraId="111DE0D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agagttgaag tttaatccac ctgctctaca agatgcttat tacagagcaa gggctggtga</w:t>
      </w:r>
    </w:p>
    <w:p w14:paraId="4247154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agcggctaac ttttgtgcac ttatcttagc ctactgtaat aagacagtag gtgagttagg</w:t>
      </w:r>
    </w:p>
    <w:p w14:paraId="3C07629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tgatgttaga gaaacaatga gttacttgtt tcaacatgcc aatttagatt cttgcaaaag</w:t>
      </w:r>
    </w:p>
    <w:p w14:paraId="025D032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agtcttgaac gtggtgtgta aaacttgtgg acaacagcag acaaccctta agggtgtaga</w:t>
      </w:r>
    </w:p>
    <w:p w14:paraId="454DFA8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agctgttatg tacatgggca cactttctta tgaacaattt aagaaaggtg ttcagatacc</w:t>
      </w:r>
    </w:p>
    <w:p w14:paraId="5B9007D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ttgtacgtgt ggtaaacaag ctacaaaata tctagtacaa caggagtcac cttttgttat</w:t>
      </w:r>
    </w:p>
    <w:p w14:paraId="3F88F5C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gatgtcagca ccacctgctc agtatgaact taagcatggt acatttactt gtgctagtga</w:t>
      </w:r>
    </w:p>
    <w:p w14:paraId="0449C21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gtacactggt aattaccagt gtggtcacta taaacatata acttctaaag aaactttgta</w:t>
      </w:r>
    </w:p>
    <w:p w14:paraId="1CA89ED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ttgcatagac ggtgctttac ttacaaagtc ctcagaatac aaaggtccta ttacggatgt</w:t>
      </w:r>
    </w:p>
    <w:p w14:paraId="0BE167F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tttctacaaa gaaaacagtt acacaacaac cataaaacca gttacttata aattggatgg</w:t>
      </w:r>
    </w:p>
    <w:p w14:paraId="615DE60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tgttgtttgt acagaaattg accctaagtt ggacaattat tataagaaag acaattctta</w:t>
      </w:r>
    </w:p>
    <w:p w14:paraId="6A4EE4C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tttcacagag caaccaattg atcttgtacc aaaccaacca tatccaaacg caagcttcga</w:t>
      </w:r>
    </w:p>
    <w:p w14:paraId="6FAB634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taattttaag tttgtatgtg ataatatcaa atttgctgat gatttaaacc agttaactgg</w:t>
      </w:r>
    </w:p>
    <w:p w14:paraId="1D0CBBD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ttataagaaa cctgcttcaa gagagcttaa agttacattt ttccctgact taaatggtga</w:t>
      </w:r>
    </w:p>
    <w:p w14:paraId="0C8E01B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tgtggtggct attgattata aacactacac accctctttt aagaaaggag ctaaattgtt</w:t>
      </w:r>
    </w:p>
    <w:p w14:paraId="3EE58E1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acataaacct attgtttggc atgttaacaa tgcaactaat aaagccacgt ataaaccaaa</w:t>
      </w:r>
    </w:p>
    <w:p w14:paraId="07881D4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tacctggtgt atacgttgtc tttggagcac aaaaccagtt gaaacatcaa attcgtttga</w:t>
      </w:r>
    </w:p>
    <w:p w14:paraId="0BD83DB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tgtactgaag tcagaggacg cgcagggaat ggataatctt gcctgcgaag atctaaaacc</w:t>
      </w:r>
    </w:p>
    <w:p w14:paraId="01C4077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agtctctgaa gaagtagtgg aaaatcctac catacagaaa gacgttcttg agtgtaatgt</w:t>
      </w:r>
    </w:p>
    <w:p w14:paraId="585F61B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gaaaactacc gaagttgtag gagacattat acttaaacca gcaaataata taaaaattac</w:t>
      </w:r>
    </w:p>
    <w:p w14:paraId="5E3431C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agaagaggtt ggccacacag atctaatggc tgcttatgta gacaattcta gtcttactat</w:t>
      </w:r>
    </w:p>
    <w:p w14:paraId="1367562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taagaaacct aatgaattat ctagagtatt aggtttgaaa acccttgcta ctcatggttt</w:t>
      </w:r>
    </w:p>
    <w:p w14:paraId="7E61A18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agctgctgtt aatagtgtcc cttgggatac tatagctaat tatgctaagc cttttcttaa</w:t>
      </w:r>
    </w:p>
    <w:p w14:paraId="027DFC0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caaagttgtt agtacaacta ctaacatagt tacacggtgt ttaaaccgtg tttgtactaa</w:t>
      </w:r>
    </w:p>
    <w:p w14:paraId="363A5F8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ttatatgcct tatttcttta ctttattgct acaattgtgt acttttacta gaagtacaaa</w:t>
      </w:r>
    </w:p>
    <w:p w14:paraId="786E8BD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ttctagaatt aaagcatcta tgccgactac tatagcaaag aatactgtta agagtgtcgg</w:t>
      </w:r>
    </w:p>
    <w:p w14:paraId="43F8906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taaattttgt ctagaggctt catttaatta tttgaagtca cctaattttt ctaaactgat</w:t>
      </w:r>
    </w:p>
    <w:p w14:paraId="31C78CB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aaatattata atttggtttt tactattaag tgtttgccta ggttctttaa tctactcaac</w:t>
      </w:r>
    </w:p>
    <w:p w14:paraId="4F6E1A2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cgctgcttta ggtgttttaa tgtctaattt aggcatgcct tcttactgta ctggttacag</w:t>
      </w:r>
    </w:p>
    <w:p w14:paraId="4DEE238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agaaggctat ttgaactcta ctaatgtcac tattgcaacc tactgtactg gttctatacc</w:t>
      </w:r>
    </w:p>
    <w:p w14:paraId="43D6F32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ttgtagtgtt tgtcttagtg gtttagattc tttagacacc tatccttctt tagaaactat</w:t>
      </w:r>
    </w:p>
    <w:p w14:paraId="283BD11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acaaattacc atttcatctt ttaaatggga tttaactgct tttggcttag ttgcagagtg</w:t>
      </w:r>
    </w:p>
    <w:p w14:paraId="19D19E6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gtttttggca tatattcttt tcactaggtt tttctatgta cttggattgg ctgcaatcat</w:t>
      </w:r>
    </w:p>
    <w:p w14:paraId="19B7761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gcaattgttt ttcagctatt ttgcagtaca ttttattagt aattcttggc ttatgtggtt</w:t>
      </w:r>
    </w:p>
    <w:p w14:paraId="2E3B316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aataattaat cttgtacaaa tggccccgat ttcagctatg gttagaatgt acatcttctt</w:t>
      </w:r>
    </w:p>
    <w:p w14:paraId="2FE3AB8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tgcatcattt tattatgtat ggaaaagtta tgtgcatgtt gtagacggtt gtaattcatc</w:t>
      </w:r>
    </w:p>
    <w:p w14:paraId="4C37B20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aacttgtatg atgtgttaca aacgtaatag agcaacaaga gtcgaatgta caactattgt</w:t>
      </w:r>
    </w:p>
    <w:p w14:paraId="0FB5B6E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taatggtgtt agaaggtcct tttatgtcta tgctaatgga ggtaaaggct tttgcaaact</w:t>
      </w:r>
    </w:p>
    <w:p w14:paraId="49364EC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acacaattgg aattgtgtta attgtgatac attctgtgct ggtagtacat ttattagtga</w:t>
      </w:r>
    </w:p>
    <w:p w14:paraId="4379DF9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tgaagttgcg agagacttgt cactacagtt taaaagacca ataaatccta ctgaccagtc</w:t>
      </w:r>
    </w:p>
    <w:p w14:paraId="3584A5B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ttcttacatc gttgatagtg ttacagtgaa gaatggttcc atccatcttt actttgataa</w:t>
      </w:r>
    </w:p>
    <w:p w14:paraId="3CD7085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agctggtcaa aagacttatg aaagacattc tctctctcat tttgttaact tagacaacct</w:t>
      </w:r>
    </w:p>
    <w:p w14:paraId="2068EDA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gagagctaat aacactaaag gttcattgcc tattaatgtt atagtttttg atggtaaatc</w:t>
      </w:r>
    </w:p>
    <w:p w14:paraId="7471913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aaaatgtgaa gaatcatctg caaaatcagc gtctgtttac tacagtcagc ttatgtgtca</w:t>
      </w:r>
    </w:p>
    <w:p w14:paraId="43DC75E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acctatactg ttactagatc aggcattagt gtctgatgtt ggtgatagtg cggaagttgc</w:t>
      </w:r>
    </w:p>
    <w:p w14:paraId="7BA4A64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agttaaaatg tttgatgctt acgttaatac gttttcatca acttttaacg taccaatgga</w:t>
      </w:r>
    </w:p>
    <w:p w14:paraId="768C50A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aaaactcaaa acactagttg caactgcaga agctgaactt gcaaagaatg tgtccttaga</w:t>
      </w:r>
    </w:p>
    <w:p w14:paraId="7FFE121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caatgtctta tctactttta tttcagcagc tcggcaaggg tttgttgatt cagatgtaga</w:t>
      </w:r>
    </w:p>
    <w:p w14:paraId="5109FCD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aactaaagat gttgttgaat gtcttaaatt gtcacatcaa tctgacatag aagttactgg</w:t>
      </w:r>
    </w:p>
    <w:p w14:paraId="0734916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cgatagttgt aataactata tgctcaccta taacaaagtt gaaaacatga caccccgtga</w:t>
      </w:r>
    </w:p>
    <w:p w14:paraId="06BAEE1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ccttggtgct tgtattgact gtagtgcgcg tcatattaat gcgcaggtag caaaaagtca</w:t>
      </w:r>
    </w:p>
    <w:p w14:paraId="4C4CC1B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caacattact ttgatatgga acgttaaaga tttcatgtca ttgtctgaac aactacgaaa</w:t>
      </w:r>
    </w:p>
    <w:p w14:paraId="37B18A9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acaaatacgt agtgctgcta aaaagaataa cttacctttt aagttgacat gtgcaactac</w:t>
      </w:r>
    </w:p>
    <w:p w14:paraId="311F74C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tagacaagtt gttaatgttg taacaacaaa gatagcactt aagggtggta aaattgttaa</w:t>
      </w:r>
    </w:p>
    <w:p w14:paraId="1ED0355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taattggttg aagcagttaa ttaaagttac acttgtgttc ctttttgttg ctgctatttt</w:t>
      </w:r>
    </w:p>
    <w:p w14:paraId="349BEB4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ctatttaata acacctgttc atgtcatgtc taaacatact gacttttcaa gtgaaatcat</w:t>
      </w:r>
    </w:p>
    <w:p w14:paraId="5C9EE3D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aggatacaag gctattgatg gtggtgtcac tcgtgacata gcatctacag atacttgttt</w:t>
      </w:r>
    </w:p>
    <w:p w14:paraId="56981E3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tgctaacaaa catgctgatt ttgacacatg gtttagccag cgtggtggta gttatactaa</w:t>
      </w:r>
    </w:p>
    <w:p w14:paraId="24CB7BF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tgacaaagct tgcccattga ttgctgcagt cataacaaga gaagtgggtt ttgtcgtgcc</w:t>
      </w:r>
    </w:p>
    <w:p w14:paraId="2D5FB31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tggtttgcct ggcacgatat tacgcacaac taatggtgac tttttgcatt tcttacctag</w:t>
      </w:r>
    </w:p>
    <w:p w14:paraId="4B660C3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agtttttagt gcagttggta acatctgtta cacaccatca aaacttatag agtacactga</w:t>
      </w:r>
    </w:p>
    <w:p w14:paraId="24F0514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ctttgcaaca tcagcttgtg ttttggctgc tgaatgtaca atttttaaag atgcttctgg</w:t>
      </w:r>
    </w:p>
    <w:p w14:paraId="326C12A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taagccagta ccatattgtt atgataccaa tgtactagaa ggttctgttg cttatgaaag</w:t>
      </w:r>
    </w:p>
    <w:p w14:paraId="77153B8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tttacgccct gacacacgtt atgtgctcat ggatggctct attattcaat ttcctaacac</w:t>
      </w:r>
    </w:p>
    <w:p w14:paraId="049AA61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ctaccttgaa ggttctgtta gagtggtaac aacttttgat tctgagtact gtaggcacgg</w:t>
      </w:r>
    </w:p>
    <w:p w14:paraId="3BE231E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cacttgtgaa agatcagaag ctggtgtttg tgtatctact agtggtagat gggtacttaa</w:t>
      </w:r>
    </w:p>
    <w:p w14:paraId="6FA0F5D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caatgattat tacagatctt taccaggagt tttctgtggt gtagatgctg taaatttact</w:t>
      </w:r>
    </w:p>
    <w:p w14:paraId="0D04C05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tactaatatg tttacaccac taattcaacc tattggtgct ttggacatat cagcatctat</w:t>
      </w:r>
    </w:p>
    <w:p w14:paraId="0A53346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agtagctggt ggtattgtag ctatcgtagt aacatgcctt gcctactatt ttatgaggtt</w:t>
      </w:r>
    </w:p>
    <w:p w14:paraId="350E1DB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tagaagagct tttggtgaat acagtcatgt agttgccttt aatactttac tattccttat</w:t>
      </w:r>
    </w:p>
    <w:p w14:paraId="7998096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gtcattcact gtactctgtt taacaccagt ttactcattc ttacctggtg tttattctgt</w:t>
      </w:r>
    </w:p>
    <w:p w14:paraId="58AE305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tatttacttg tacttgacat tttatcttac taatgatgtt tcttttttag cacatattca</w:t>
      </w:r>
    </w:p>
    <w:p w14:paraId="2D80D41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gtggatggtt atgttcacac ctttagtacc tttctggata acaattgctt atatcatttg</w:t>
      </w:r>
    </w:p>
    <w:p w14:paraId="425469F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tatttccaca aagcatttct attggttctt tagtaattac ctaaagagac gtgtagtctt</w:t>
      </w:r>
    </w:p>
    <w:p w14:paraId="3B710D4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taatggtgtt tcctttagta cttttgaaga agctgcgctg tgcacctttt tgttaaataa</w:t>
      </w:r>
    </w:p>
    <w:p w14:paraId="7B16541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agaaatgtat ctaaagttgc gtagtgatgt gctattacct cttacgcaat ataatagata</w:t>
      </w:r>
    </w:p>
    <w:p w14:paraId="22A61D7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cttagctctt tataataagt acaagtattt tagtggagca atggatacaa ctagctacag</w:t>
      </w:r>
    </w:p>
    <w:p w14:paraId="59C5A0A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agaagctgct tgttgtcatc tcgcaaaggc tctcaatgac ttcagtaact caggttctga</w:t>
      </w:r>
    </w:p>
    <w:p w14:paraId="0DB1A7A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tgttctttac caaccaccac aaatctctat cacctcagct gttttgcaga gtggttttag</w:t>
      </w:r>
    </w:p>
    <w:p w14:paraId="737A4C5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aaaaatggca ttcccatctg gtaaagttga gggttgtatg gtacaagtaa cttgtggtac</w:t>
      </w:r>
    </w:p>
    <w:p w14:paraId="35D0BF0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aactacactc aacggtcttt ggcttgatga cgtagtttac tgtccaagac atgtgatctg</w:t>
      </w:r>
    </w:p>
    <w:p w14:paraId="243CC28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cacctctgaa gacatgctta accctaatta tgaagattta ctcattcgta agtctaatca</w:t>
      </w:r>
    </w:p>
    <w:p w14:paraId="49FEEF0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taatttcttg gtacaggctg gtaatgttca actcagggtt attggacatt ctatgcaaaa</w:t>
      </w:r>
    </w:p>
    <w:p w14:paraId="5425F9A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ttgtgtactt aagcttaagg ttgatacagc caatcctaag acacctaagt ataagtttgt</w:t>
      </w:r>
    </w:p>
    <w:p w14:paraId="4FE64D8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tcgcattcaa ccaggacaga ctttttcagt gttagcttgt tacaatggtt caccatctgg</w:t>
      </w:r>
    </w:p>
    <w:p w14:paraId="5139558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tgtttaccaa tgtgctatga ggcacaattt cactattaag ggttcattcc ttaatggttc</w:t>
      </w:r>
    </w:p>
    <w:p w14:paraId="1F926D2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atgtggtagt gttggtttta acatagatta tgactgtgtc tctttttgtt acatgcacca</w:t>
      </w:r>
    </w:p>
    <w:p w14:paraId="4F71BCC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tatggaatta ccaactggag ttcatgctgg cacagactta gaaggtaact tttatggacc</w:t>
      </w:r>
    </w:p>
    <w:p w14:paraId="596492D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ttttgttgac aggcaaacag cacaagcagc tggtacggac acaactatta cagttaatgt</w:t>
      </w:r>
    </w:p>
    <w:p w14:paraId="0262D6F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tttagcttgg ttgtacgctg ctgttataaa tggagacagg tggtttctca atcgatttac</w:t>
      </w:r>
    </w:p>
    <w:p w14:paraId="24DDA1C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cacaactctt aatgacttta accttgtggc tatgaagtac aattatgaac ctctaacaca</w:t>
      </w:r>
    </w:p>
    <w:p w14:paraId="659496F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agaccatgtt gacatactag gacctctttc tgctcaaact ggaattgccg ttttagatat</w:t>
      </w:r>
    </w:p>
    <w:p w14:paraId="1070E87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gtgtgcttca ttaaaagaat tactgcaaaa tggtatgaat ggacgtacca tattgggtag</w:t>
      </w:r>
    </w:p>
    <w:p w14:paraId="5691CE9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tgctttatta gaagatgaat ttacaccttt tgatgttgtt agacaatgct caggtgttac</w:t>
      </w:r>
    </w:p>
    <w:p w14:paraId="32AEDEF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tttccaaagt gcagtgaaaa gaacaatcaa gggtacacac cactggttgt tactcacaat</w:t>
      </w:r>
    </w:p>
    <w:p w14:paraId="79AC12A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tttgacttca cttttagttt tagtccagag tactcaatgg tctttgttct ttttttttta</w:t>
      </w:r>
    </w:p>
    <w:p w14:paraId="59546C9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tgaaaatgcc tttttacctt ttgctatggg tattattgct atgtctgctt ttgcaatgat</w:t>
      </w:r>
    </w:p>
    <w:p w14:paraId="16D74B5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gtttgtcaaa cataagcatg catttctctg tttgtttttg ttaccttctc ttgccactgt</w:t>
      </w:r>
    </w:p>
    <w:p w14:paraId="5C729BC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agcttatttt aatatggtct atatgcctgc tagttgggtg atgcgtatta tgacatggtt</w:t>
      </w:r>
    </w:p>
    <w:p w14:paraId="33CE0FB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ggatatggtt gatactagtt ttaagctaaa agactgtgtt atgtatgcat cagctgtagt</w:t>
      </w:r>
    </w:p>
    <w:p w14:paraId="033D6F5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gttactaatc cttatgacag caagaactgt gtatgatgat ggtgctagga gagtgtggac</w:t>
      </w:r>
    </w:p>
    <w:p w14:paraId="66E6301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acttatgaat gtcttgacac tcgtttataa agtttattat ggtaatgctt tagatcaagc</w:t>
      </w:r>
    </w:p>
    <w:p w14:paraId="27D0562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catttccatg tgggctctta taatctctgt tacttctaac tactcaggtg tagttacaac</w:t>
      </w:r>
    </w:p>
    <w:p w14:paraId="7E86C91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tgtcatgttt ttggccagag gtgttgtttt tatgtgtgtt gagtattgcc ctattttctt</w:t>
      </w:r>
    </w:p>
    <w:p w14:paraId="13DCB7B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cataactggt aatacacttc agtgtataat gctagtttat tgtttcttag gctatttttg</w:t>
      </w:r>
    </w:p>
    <w:p w14:paraId="1581C5C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tacttgttac tttggcctct tttgtttact caaccgctac tttagactga ctcttggtgt</w:t>
      </w:r>
    </w:p>
    <w:p w14:paraId="2E8CF6E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ttatgattac ttagtttcta cacaggagtt tagatatatg aattcacagg gactactccc</w:t>
      </w:r>
    </w:p>
    <w:p w14:paraId="70E9AC3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acccaagaat agcatagatg ccttcaaact caacattaaa ttgttgggtg ttggtggcaa</w:t>
      </w:r>
    </w:p>
    <w:p w14:paraId="4F80130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accttgtatc aaagtagcca ctgtacagtc taaaatgtca gatgtaaagt gcacatcagt</w:t>
      </w:r>
    </w:p>
    <w:p w14:paraId="7F666F4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agtcttactc tcagttttgc aacaactcag agtagaatca tcatctaaat tgtgggctca</w:t>
      </w:r>
    </w:p>
    <w:p w14:paraId="17C79CB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atgtgtccag ttacacaatg acattctctt agctaaagat actactgaag cctttgaaaa</w:t>
      </w:r>
    </w:p>
    <w:p w14:paraId="5FD3A24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aatggtttca ctactttctg ttttgctttc catgcagggt gctgtagaca taaacaagct</w:t>
      </w:r>
    </w:p>
    <w:p w14:paraId="55060F9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ttgtgaagaa atgctggaca acagggcaac cttacaagct atagcctcag agtttagttc</w:t>
      </w:r>
    </w:p>
    <w:p w14:paraId="6490960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ccttccatca tatgcagctt ttgctactgc tcaagaagct tatgagcagg ctgttgctaa</w:t>
      </w:r>
    </w:p>
    <w:p w14:paraId="19D86EA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tggtgattct gaagttgttc ttaaaaagtt gaagaagtct ttgaatgtgg ctaaatctga</w:t>
      </w:r>
    </w:p>
    <w:p w14:paraId="1F19A38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atttgaccgt gatgcagcca tgcaacgtaa gttggaaaag atggctgatc aagctatgac</w:t>
      </w:r>
    </w:p>
    <w:p w14:paraId="35A462D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ccaaatgtat aaacaggcta gatctgagga caagagggca aaagttacta gtgctatgca</w:t>
      </w:r>
    </w:p>
    <w:p w14:paraId="7E70AD4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gacaatgctt ttcactatgc ttagaaagtt ggataatgat gcactcaaca acattatcaa</w:t>
      </w:r>
    </w:p>
    <w:p w14:paraId="43B4F24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caatgcaaga gatggttgtg ttcccttgaa cataatacct cttacaacag cagccaaact</w:t>
      </w:r>
    </w:p>
    <w:p w14:paraId="0FBEA9E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aatggttgtc ataccagact ataacacata taaaaatacg tgtgatggta caacatttac</w:t>
      </w:r>
    </w:p>
    <w:p w14:paraId="20894AF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ttatgcatca gcattgtggg aaatccaaca ggttgtagat gcagatagta aaattgttca</w:t>
      </w:r>
    </w:p>
    <w:p w14:paraId="4E0E31E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acttagtgaa attagtatgg acaattcacc taatttagca tggcctctta ttgtaacagc</w:t>
      </w:r>
    </w:p>
    <w:p w14:paraId="119D905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tttaagggcc aattctgctg tcaaattaca gaataatgag cttagtcctg ttgcactacg</w:t>
      </w:r>
    </w:p>
    <w:p w14:paraId="64B7F5A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acagatgtct tgtgctgccg gtactacaca aactgcttgc actgatgaca atgcgttagc</w:t>
      </w:r>
    </w:p>
    <w:p w14:paraId="00581EE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ttactacaac acaacaaagg gaggtaggtt tgtacttgca ctgttatccg atttacagga</w:t>
      </w:r>
    </w:p>
    <w:p w14:paraId="4FA53FF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tttgaaatgg gctagattcc ctaagagtga tggaactggt actatctata cagaactgga</w:t>
      </w:r>
    </w:p>
    <w:p w14:paraId="11945A6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accaccttgt aggtttgtta cagacacacc taaaggtcct aaagtgaagt atttatactt</w:t>
      </w:r>
    </w:p>
    <w:p w14:paraId="035CD79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tattaaagga ttaaacaacc taaatagagg tatggtactt ggtagtttag ctgccacagt</w:t>
      </w:r>
    </w:p>
    <w:p w14:paraId="1BC7A23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acgtctacaa gctggtaatg caacagaagt gcctgccaat tcaactgtat tatctttctg</w:t>
      </w:r>
    </w:p>
    <w:p w14:paraId="54A6A9B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tgcttttgct gtagatgctg ctaaagctta caaagattat ctagctagtg ggggacaacc</w:t>
      </w:r>
    </w:p>
    <w:p w14:paraId="18CA936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aatcactaat tgtgttaaga tgttgtgtac acacactggt actggtcagg caataacagt</w:t>
      </w:r>
    </w:p>
    <w:p w14:paraId="2E8489F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cacaccggaa gccaatatgg atcaagaatc ctttggtggt gcatcgtgtt gtctgtactg</w:t>
      </w:r>
    </w:p>
    <w:p w14:paraId="2DACA1A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ccgttgccac atagatcatc caaatcctaa aggattttgt gacttaaaag gtaagtatgt</w:t>
      </w:r>
    </w:p>
    <w:p w14:paraId="52C1E82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acaaatacct acaacttgtg ctaatgaccc tgtgggtttt acacttaaaa acacagtctg</w:t>
      </w:r>
    </w:p>
    <w:p w14:paraId="73F4A06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taccgtctgc ggtatgtgga aaggttatgg ctgtagttgt gatcaactcc gcgaacccat</w:t>
      </w:r>
    </w:p>
    <w:p w14:paraId="0ABB312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gcttcagtca gctgatgcac aatcgttttt aaacgggttt gcggtgtaag tgcagcccgt</w:t>
      </w:r>
    </w:p>
    <w:p w14:paraId="4A5A01A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cttacaccgt gcggcacagg cactagtact gatgtcgtat acagggcttt tgacatctac</w:t>
      </w:r>
    </w:p>
    <w:p w14:paraId="79FF5FD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aatgataaag tagctggttt tgctaaattc ctaaaaacta attgttgtcg cttccaagaa</w:t>
      </w:r>
    </w:p>
    <w:p w14:paraId="550D20C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aaggacgaag atgacaattt aattgattct tactttgtag ttaagagaca cactttctct</w:t>
      </w:r>
    </w:p>
    <w:p w14:paraId="73AEA85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aactaccaac atgaagaaac aatttataat ttacttaagg attgtccagc tgttgctaaa</w:t>
      </w:r>
    </w:p>
    <w:p w14:paraId="0E7CE0B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catgacttct ttaagtttag aatagacggt gacatggtac cacatatatc acgtcaacgt</w:t>
      </w:r>
    </w:p>
    <w:p w14:paraId="67C6389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cttactaaat acacaatggc agacctcgtc tatgctttaa ggcattttga tgaaggtaat</w:t>
      </w:r>
    </w:p>
    <w:p w14:paraId="3A756D0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tgtgacacat taaaagaaat acttgtcaca tacaattgtt gtgatgatga ttatttcaat</w:t>
      </w:r>
    </w:p>
    <w:p w14:paraId="45E417D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aaaaaggact ggtatgattt tgtagaaaac ccagatatat tacgcgtata cgccaactta</w:t>
      </w:r>
    </w:p>
    <w:p w14:paraId="5A73170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ggtgaacgtg tacgccaagc tttgttaaaa acagtacaat tctgtgatgc catgcgaaat</w:t>
      </w:r>
    </w:p>
    <w:p w14:paraId="0C4645E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gctggtattg ttggtgtact gacattagat aatcaagatc tcaatggtaa ctggtatgat</w:t>
      </w:r>
    </w:p>
    <w:p w14:paraId="7EF5504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ttcggtgatt tcatacaaac cacgccaggt agtggagttc ctgttgtaga ttcttattat</w:t>
      </w:r>
    </w:p>
    <w:p w14:paraId="241613C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tcattgttaa tgcctatatt aaccttgacc agggctttaa ctgcagagtc acatgttgac</w:t>
      </w:r>
    </w:p>
    <w:p w14:paraId="7E00AA1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actgacttaa caaagcctta cattaagtgg gatttgttaa aatatgactt cacggaagag</w:t>
      </w:r>
    </w:p>
    <w:p w14:paraId="7A8AA33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aggttaaaac tctttgaccg ttattttaaa tattgggatc agacatacca cccaaattgt</w:t>
      </w:r>
    </w:p>
    <w:p w14:paraId="33A4C49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gttaactgtt tggatgacag atgcattctg cattgtgcaa actttaatgt tttattctct</w:t>
      </w:r>
    </w:p>
    <w:p w14:paraId="531754B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acagtgttcc cacttacaag ttttggacca ctagtgagaa aaatatttgt tgatggtgtt</w:t>
      </w:r>
    </w:p>
    <w:p w14:paraId="411A95C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ccatttgtag tttcaactgg ataccacttc agagagctag gtgttgtaca taatcaggat</w:t>
      </w:r>
    </w:p>
    <w:p w14:paraId="33EFBE5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gtaaacttac atagctctag acttagtttt aaggaattac ttgtgtatgc tgctgaccct</w:t>
      </w:r>
    </w:p>
    <w:p w14:paraId="0F65F66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gctatgcacg ctgcttctgg taatctatta ctagataaac gcactacgtg cttttcagta</w:t>
      </w:r>
    </w:p>
    <w:p w14:paraId="55AAD5B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gctgcactta ctaacaatgt tgcttttcaa actgtcaaac ccggtaattt taacaaagac</w:t>
      </w:r>
    </w:p>
    <w:p w14:paraId="15D5907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ttctatgact ttgctgtgtc taagggtttc tttaaggaag gaagttctgt tgaattaaaa</w:t>
      </w:r>
    </w:p>
    <w:p w14:paraId="3D140DE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cacttcttct ttgctcagga tggtaatgct gctatcagcg attatgacta ctatcgttat</w:t>
      </w:r>
    </w:p>
    <w:p w14:paraId="45664D9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aatctaccaa caatgtgtga tatcagacaa ctactatttg tagttgaagt tgttgataag</w:t>
      </w:r>
    </w:p>
    <w:p w14:paraId="00BC025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tactttgatt gttacgatgg tggctgtatt aatgctaacc aagtcatcgt caacaaccta</w:t>
      </w:r>
    </w:p>
    <w:p w14:paraId="47B34F1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gacaaatcag ctggttttcc atttaataaa tggggtaagg ctagacttta ttatgattca</w:t>
      </w:r>
    </w:p>
    <w:p w14:paraId="44EE5D7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atgagttatg aggatcaaga tgcacttttc gcatatacaa aacgtaatgt catccctact</w:t>
      </w:r>
    </w:p>
    <w:p w14:paraId="07841B9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ataactcaaa tgaatcttaa gtatgccatt agtgcaaaga atagagctcg caccgtagct</w:t>
      </w:r>
    </w:p>
    <w:p w14:paraId="7223FBC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ggtgtctcta tctgtagtac tatgaccaat agacagtttc atcaaaaatt attgaaatca</w:t>
      </w:r>
    </w:p>
    <w:p w14:paraId="697FAFE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atagccgcca ctagaggagc tactgtagta attggaacaa gcaaattcta tggtggttgg</w:t>
      </w:r>
    </w:p>
    <w:p w14:paraId="628D09D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cacaatatgt taaaaactgt ttatagtgat gtagaaaacc ctcaccttat gggttgggat</w:t>
      </w:r>
    </w:p>
    <w:p w14:paraId="57BE4DE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tatcctaaat gtgatagagc catgcctaac atgcttagaa ttatggcctc acttgttctt</w:t>
      </w:r>
    </w:p>
    <w:p w14:paraId="3AC03D0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gctcgcaaac atacaacgtg ttgtagcttg tcacaccgtt tctatagatt agctaatgag</w:t>
      </w:r>
    </w:p>
    <w:p w14:paraId="7BF1739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tgtgctcaag tattgagtga aatggtcatg tgtggcggtt cactatatgt taaaccaggt</w:t>
      </w:r>
    </w:p>
    <w:p w14:paraId="78ECE12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ggaacctcat caggagatgc cacaactgct tatgctaata gtgtttttaa catttgtcaa</w:t>
      </w:r>
    </w:p>
    <w:p w14:paraId="3286083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gctgtcacgg ccaatgttaa tgcactttta tctactgatg gtaacaaaat tgccgataag</w:t>
      </w:r>
    </w:p>
    <w:p w14:paraId="5AF5A2E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tatgtccgca atttacaaca cagactttat gagtgtctct atagaaatag agatgttgac</w:t>
      </w:r>
    </w:p>
    <w:p w14:paraId="1C778D5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acagactttg tgaatgagtt ttacgcatat ttgcgtaaac atttctcaat gatgatactc</w:t>
      </w:r>
    </w:p>
    <w:p w14:paraId="31758A5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tctgacgatg ctgttgtgtg tttcaatagc acttatgcat ctcaaggtct agtggctagc</w:t>
      </w:r>
    </w:p>
    <w:p w14:paraId="0548CF4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ataaagaact ttaagtcagt tctttattat caaaacaatg tttttatgtc tgaagcaaaa</w:t>
      </w:r>
    </w:p>
    <w:p w14:paraId="5544759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tgttggactg agactgacct tactaaagga cctcatgaat tttgctctca acatacaatg</w:t>
      </w:r>
    </w:p>
    <w:p w14:paraId="3E5FEE6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ctagttaaac agggtgatga ttatgtgtac cttccttacc cagatccatc aagaatccta</w:t>
      </w:r>
    </w:p>
    <w:p w14:paraId="014AE43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ggggccggct gttttgtaga tgatatcgta aaaacagatg gtacacttat gattgaacgg</w:t>
      </w:r>
    </w:p>
    <w:p w14:paraId="31225EF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ttcgtgtctt tagctataga tgcttaccca cttactaaac atcctaatca ggagtatgct</w:t>
      </w:r>
    </w:p>
    <w:p w14:paraId="0EA2C23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gatgtctttc atttgtactt acaatacata agaaagctac atgatgagtt aacaggacac</w:t>
      </w:r>
    </w:p>
    <w:p w14:paraId="15008C3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atgttagaca tgtattctgt tatgcttact aatgataaca cttcaaggta ttgggaacct</w:t>
      </w:r>
    </w:p>
    <w:p w14:paraId="510FAA8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gagttttatg aggctatgta cacaccgcat acagtcttac aggctgttgg ggcttgtgtt</w:t>
      </w:r>
    </w:p>
    <w:p w14:paraId="610CDF8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ctttgcaatt cacagacttc attaagatgt ggtgcttgca tacgtagacc attcttatgt</w:t>
      </w:r>
    </w:p>
    <w:p w14:paraId="45E748B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tgtaaatgct gttacgacca tgtcatatca acatcacata aattagtctt gtctgttaat</w:t>
      </w:r>
    </w:p>
    <w:p w14:paraId="54DD105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ccgtatgttt gcaatgctcc aggttgtgat gtcacagatg tgactcaact ttacttagga</w:t>
      </w:r>
    </w:p>
    <w:p w14:paraId="3FC973A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ggtatgagct attattgtaa atcacataaa ccacccatta gttttccatt gtgtgctaat</w:t>
      </w:r>
    </w:p>
    <w:p w14:paraId="2E66025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ggacaagttt ttggtttata taaaaataca tgtgttggta gcgataatgt tactgacttt</w:t>
      </w:r>
    </w:p>
    <w:p w14:paraId="1A7594E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aatgcaattg caacatgtga ctggacaaat gctggtgatt acattttagc taacacctgt</w:t>
      </w:r>
    </w:p>
    <w:p w14:paraId="2BDF64E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actgaaagac tcaagctttt tgcagcagaa acgctcaaag ctactgagga gacatttaaa</w:t>
      </w:r>
    </w:p>
    <w:p w14:paraId="342F923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ctgtcttatg gtattgctac tgtacgtgaa gtgctgtctg acagagaatt acatctttca</w:t>
      </w:r>
    </w:p>
    <w:p w14:paraId="200A2C9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tgggaagttg gtaaacctag accaccactt aaccgaaatt atgtctttac tggttatcgt</w:t>
      </w:r>
    </w:p>
    <w:p w14:paraId="415C7A9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gtaactaaaa acagtaaagt acaaatagga gagtacacct ttgaaaaagg tgactatggt</w:t>
      </w:r>
    </w:p>
    <w:p w14:paraId="13D6AF8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gatgctgttg tttaccgagg tacaacaact tacaaattaa atgttggtga ttattttgtg</w:t>
      </w:r>
    </w:p>
    <w:p w14:paraId="2E18468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ctgacatcac atacagtaat gccattaagt gcacctacac tagtgccaca agagcactat</w:t>
      </w:r>
    </w:p>
    <w:p w14:paraId="745762C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gttagaatta ctggcttata cccaacactc aatatctcag atgagttttc tagcaatgtt</w:t>
      </w:r>
    </w:p>
    <w:p w14:paraId="5774E75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gcaaattatc aaaaggttgg tatgcaaaag tattctacac tccagggacc acctggtact</w:t>
      </w:r>
    </w:p>
    <w:p w14:paraId="3ADC1BC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ggtaagagtc attttgctat tggcctagct ctctactacc cttctgctcg catagtgtat</w:t>
      </w:r>
    </w:p>
    <w:p w14:paraId="292237A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acagcttgct ctcatgccgc tgttgatgca ctatgtgaga aggcattaaa atatttgcct</w:t>
      </w:r>
    </w:p>
    <w:p w14:paraId="20BCAD8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atagataaat gtagtagaat tatacctgca cgtgctcgtg tagagtgttt tgataaattc</w:t>
      </w:r>
    </w:p>
    <w:p w14:paraId="015AA51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aaagtgaatt caacattaga acagtatgtc ttttgtactg taaatgcatt gcctgagacg</w:t>
      </w:r>
    </w:p>
    <w:p w14:paraId="0D7BEC9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acagcagata tagttgtctt tgatgaaatt tcaatggcca caaattatga tttgagtgtt</w:t>
      </w:r>
    </w:p>
    <w:p w14:paraId="662F83F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gtcaatgcca gattacgtgc taagcactat gtgtacattg gcgaccctgc tcaattacct</w:t>
      </w:r>
    </w:p>
    <w:p w14:paraId="47E77C4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gcaccacgca cattgctaac taagggcaca ctagaaccag aatatttcaa ttcagtgtgt</w:t>
      </w:r>
    </w:p>
    <w:p w14:paraId="16979F9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agacttatga aaactatagg tccagacatg ttcctcggaa cttgtcggcg ttgtcctgct</w:t>
      </w:r>
    </w:p>
    <w:p w14:paraId="51D217A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gaaattgttg acactgtgag tgctttggtt tatgataata agcttaaagc acataaagac</w:t>
      </w:r>
    </w:p>
    <w:p w14:paraId="03E1690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aaatcagctc aatgctttaa aatgttttat aagggtgtta tcacgcatga tgtttcatct</w:t>
      </w:r>
    </w:p>
    <w:p w14:paraId="7987472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gcaattaaca ggccacaaat aggcgtggta agagaattcc ttacacgtaa ccctgcttgg</w:t>
      </w:r>
    </w:p>
    <w:p w14:paraId="55C2591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agaaaagctg tctttatttc accttataat tcacagaatg ctgtagcctc aaagattttg</w:t>
      </w:r>
    </w:p>
    <w:p w14:paraId="1BDFEB9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ggactaccaa ctcaaactgt tgattcatca cagggctcag aatatgacta tgtcatattc</w:t>
      </w:r>
    </w:p>
    <w:p w14:paraId="785D065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actcaaacca ctgaaacagc tcactcttgt aatgtaaaca gatttaatgt tgctattacc</w:t>
      </w:r>
    </w:p>
    <w:p w14:paraId="23C8602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agagcaaaag taggcatact ttgcataatg tctgatagag acctttatga caagttgcaa</w:t>
      </w:r>
    </w:p>
    <w:p w14:paraId="591E062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tttacaagtc ttgaaattcc acgtaggaat gtggcaactt tacaagctga aaatgtaaca</w:t>
      </w:r>
    </w:p>
    <w:p w14:paraId="6FDE9FF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ggactcttta aagattgtag taaggtaatc actgggttac atcctacaca ggcacctaca</w:t>
      </w:r>
    </w:p>
    <w:p w14:paraId="4AAACCF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cacctcagtg ttgacactaa attcaaaact gaaggtttat gtgttgacgt acctggcata</w:t>
      </w:r>
    </w:p>
    <w:p w14:paraId="1586400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cctaaggaca tgacctatag aagactcatc tctatgatgg gttttaaaat gaattatcaa</w:t>
      </w:r>
    </w:p>
    <w:p w14:paraId="5A522E2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gttaatggtt accctaacat gtttatcacc cgcgaagaag ctataagaca tgtacgtgca</w:t>
      </w:r>
    </w:p>
    <w:p w14:paraId="1DC11BB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tggattggct tcgatgtcga ggggtgtcat gctactagag aagctgttgg taccaattta</w:t>
      </w:r>
    </w:p>
    <w:p w14:paraId="1451AA0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cctttacagc taggtttttc tacaggtgtt aacctagttg ctgtacctac aggttatgtt</w:t>
      </w:r>
    </w:p>
    <w:p w14:paraId="1BF59BC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gatacaccta ataatacaga tttttccaga gttagtgcta aaccaccgcc tggagatcaa</w:t>
      </w:r>
    </w:p>
    <w:p w14:paraId="3864E53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tttaaacacc tcataccact tatgtacaaa ggacttcctt ggaatgtagt gcgtataaag</w:t>
      </w:r>
    </w:p>
    <w:p w14:paraId="11BA98B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attgtacaaa tgttaagtga cacacttaaa aatctctctg acagagtcgt atttgtctta</w:t>
      </w:r>
    </w:p>
    <w:p w14:paraId="3E80A81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tgggcacatg gctttgagtt gacatctatg aagtattttg tgaaaatagg acctgagcgc</w:t>
      </w:r>
    </w:p>
    <w:p w14:paraId="68BDB33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acctgttgtc tatgtgatag acgtgccaca tgcttttcca ctgcttcaga cacttatgcc</w:t>
      </w:r>
    </w:p>
    <w:p w14:paraId="5090AFD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tgttggcatc attctattgg atttgattac gtctataatc cgtttatgat tgatgttcaa</w:t>
      </w:r>
    </w:p>
    <w:p w14:paraId="59B70F7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caatggggtt ttacaggtaa cctacaaagc aaccatgatc tgtattgtca agtccatggt</w:t>
      </w:r>
    </w:p>
    <w:p w14:paraId="5EDA31A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aatgcacatg tagctagttg tgatgcaatc atgactaggt gtctagctgt ccacgagtgc</w:t>
      </w:r>
    </w:p>
    <w:p w14:paraId="73B0E96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tttgttaagc gtgttgactg gactattgaa tatcctataa ttggtgatga actgaagatt</w:t>
      </w:r>
    </w:p>
    <w:p w14:paraId="64F704A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aatgcggctt gtagaaaggt tcaacacatg gttgttaaag ctgcattatt agcagacaaa</w:t>
      </w:r>
    </w:p>
    <w:p w14:paraId="737AA52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ttcccagttc ttcacgacat tggtaaccct aaagctatta agtgtgtacc tcaagctgat</w:t>
      </w:r>
    </w:p>
    <w:p w14:paraId="431DC5B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gtagaatgga agttctatga tgcacagcct tgtagtgaca aagcttataa aatagaagaa</w:t>
      </w:r>
    </w:p>
    <w:p w14:paraId="6837F37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ttattctatt cttatgccac acattctgac aaattcacag atggtgtatg cctattttgg</w:t>
      </w:r>
    </w:p>
    <w:p w14:paraId="45834C0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aattgcaatg tcgatagata tcctgctaat tccattgttt gtagatttga cactagagtg</w:t>
      </w:r>
    </w:p>
    <w:p w14:paraId="5909A7A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ctatctaacc ttaacttgcc tggttgtgat ggtggcagtt tgtatgtaaa taaacatgca</w:t>
      </w:r>
    </w:p>
    <w:p w14:paraId="6271811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ttccacacac cagcttttga taaaagtgct tttgttaatt taaaacaatt accatttttc</w:t>
      </w:r>
    </w:p>
    <w:p w14:paraId="37723DE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tattactctg acagtccatg tgagtctcat ggaaaacaag tagtgtcaga tatagattat</w:t>
      </w:r>
    </w:p>
    <w:p w14:paraId="34BC912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gtaccactaa agtctgctac gtgtataaca cgttgcaatt taggtggtgc tgtctgtaga</w:t>
      </w:r>
    </w:p>
    <w:p w14:paraId="4118F8F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catcatgcta atgagtacag attgtatctc gatgcttata acatgatgat ctcagctggc</w:t>
      </w:r>
    </w:p>
    <w:p w14:paraId="7613918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tttagcttgt gggtttacaa acaatttgat acttataacc tctggaacac ttttacaaga</w:t>
      </w:r>
    </w:p>
    <w:p w14:paraId="67C3405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cttcagagtt tagaaaatgt ggcttttaat gttgtaaata agggacactt tgatggacaa</w:t>
      </w:r>
    </w:p>
    <w:p w14:paraId="4888F28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cagggtgaag taccagtttc tatcattaat aacactgttt acacaaaagt tgatggtgtt</w:t>
      </w:r>
    </w:p>
    <w:p w14:paraId="48CDB8A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gatgtagaat tgtttgaaaa taaaacaaca ttacctgtta atgtagcatt tgagctttgg</w:t>
      </w:r>
    </w:p>
    <w:p w14:paraId="1730D52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gctaagcgca acattaaacc agtaccagag gtgaaaatac tcaataattt gggtgtggac</w:t>
      </w:r>
    </w:p>
    <w:p w14:paraId="476EED4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attgctgcta atactgtgat ctgggactac aaaagagatg ctccagcaca tatatctact</w:t>
      </w:r>
    </w:p>
    <w:p w14:paraId="05916CA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attggtgttt gttctatgac tgacatagcc aagaaaccaa ctgaaacgat ttgtgcacca</w:t>
      </w:r>
    </w:p>
    <w:p w14:paraId="3702DEF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ctcactgtct tttttgatgg tagagttgat ggtcaagtag acttatttag aaatgcccgt</w:t>
      </w:r>
    </w:p>
    <w:p w14:paraId="042FC94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aatggtgttc ttattacaga aggtagtgtt aaaggtttac aaccatctgt aggtcccaaa</w:t>
      </w:r>
    </w:p>
    <w:p w14:paraId="384A4B3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caagctagtc ttaatggagt cacattaatt ggagaagccg taaaaacaca gttcaattat</w:t>
      </w:r>
    </w:p>
    <w:p w14:paraId="1534585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tataagaaag ttgatggtgt tgtccaacaa ttacctgaaa cttactttac tcagagtaga</w:t>
      </w:r>
    </w:p>
    <w:p w14:paraId="142D056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aatttacaag aatttaaacc caggagtcaa atggaaattg atttcttaga attagctatg</w:t>
      </w:r>
    </w:p>
    <w:p w14:paraId="1E34079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gatgaattca ttgaacggta taaattagaa ggctatgcct tcgaacatat cgtttatgga</w:t>
      </w:r>
    </w:p>
    <w:p w14:paraId="4D1341C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gattttagtc atagtcagtt aggtggttta catctactga ttggactagc taaacgtttt</w:t>
      </w:r>
    </w:p>
    <w:p w14:paraId="76CE818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aaggaatcac cttttgaatt agaagatttt attcctatgg acagtacagt taaaaactat</w:t>
      </w:r>
    </w:p>
    <w:p w14:paraId="6B4BC78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ttcataacag atgcgcaaac aggttcatct aagtgtgtgt gttctgttat tgatttatta</w:t>
      </w:r>
    </w:p>
    <w:p w14:paraId="553325F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cttgatgatt ttgttgaaat aataaaatcc caagatttat ctgtagtttc taaggttgtc</w:t>
      </w:r>
    </w:p>
    <w:p w14:paraId="26455CE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aaagtgacta ttgactatac agaaatttca tttatgcttt ggtgtaaaga tggccatgta</w:t>
      </w:r>
    </w:p>
    <w:p w14:paraId="4E0A361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gaaacatttt acccaaaatt acaatctagt caagcgtggc aaccgggtgt tgctatgcct</w:t>
      </w:r>
    </w:p>
    <w:p w14:paraId="78CA6D0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aatctttaca aaatgcaaag aatgctatta gaaaagtgtg accttcaaaa ttatggtgat</w:t>
      </w:r>
    </w:p>
    <w:p w14:paraId="08C5300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agtgcaacat tacctaaagg cataatgatg aatgtcgcaa aatatactca actgtgtcaa</w:t>
      </w:r>
    </w:p>
    <w:p w14:paraId="0FD08D3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tatttaaaca cattaacatt agctgtaccc tataatatga gagttataca ttttggtgct</w:t>
      </w:r>
    </w:p>
    <w:p w14:paraId="4EC6E09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ggttctgata aaggagttgc accaggtaca gctgttttaa gacagtggtt gcctacgggt</w:t>
      </w:r>
    </w:p>
    <w:p w14:paraId="3EA381C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acgctgcttg tcgattcaga tcttaatgac tttgtctctg atgcagattc aactttgatt</w:t>
      </w:r>
    </w:p>
    <w:p w14:paraId="21B6CFF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ggtgattgtg caactgtaca tacagctaat aaatgggatc tcattattag tgatatgtac</w:t>
      </w:r>
    </w:p>
    <w:p w14:paraId="7D5414C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gaccctaaga ctaaaaatgt tacaaaagaa aatgactcta aagagggttt tttcacttac</w:t>
      </w:r>
    </w:p>
    <w:p w14:paraId="1DAF354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atttgtgggt ttatacaaca aaagctagct cttggaggtt ccgtggctat aaagataaca</w:t>
      </w:r>
    </w:p>
    <w:p w14:paraId="659A890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gaacattctt ggaatgctga tctttataag ctcatgggac acttcgcatg gtggacagcc</w:t>
      </w:r>
    </w:p>
    <w:p w14:paraId="7487B4E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tttgttacta atgtgaatgc gtcatcatct gaagcatttt taattggatg taattatctt</w:t>
      </w:r>
    </w:p>
    <w:p w14:paraId="1533AFD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ggcaaaccac gcgaacaaat agatggttat gtcatgcatg caaattacat attttggagg</w:t>
      </w:r>
    </w:p>
    <w:p w14:paraId="7AEDFF0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aatacaaatc caattcagtt gtcttcctat tctttatttg acatgagtaa atttcccctt</w:t>
      </w:r>
    </w:p>
    <w:p w14:paraId="175CCE2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aaattaaggg gtactgctgt tatgtcttta aaagaaggtc aaatcaatga tatgatttta</w:t>
      </w:r>
    </w:p>
    <w:p w14:paraId="5E5CE97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tctcttctta gtaaaggtag acttataatt agagaaaaca acagagttgt tatttctagt</w:t>
      </w:r>
    </w:p>
    <w:p w14:paraId="2D75180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gatgttcttg ttaacaacta aacgaacaat gtttgttttt cttgttttat tgccactagt</w:t>
      </w:r>
    </w:p>
    <w:p w14:paraId="00288FC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ctctagtcag tgtgttaatc ttataaccag aactcaatta ccccctgcat acactaattc</w:t>
      </w:r>
    </w:p>
    <w:p w14:paraId="2F21869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tttcacacgt ggtgtttatt accctgacaa agttttcaga tcctcagttt tacattcaac</w:t>
      </w:r>
    </w:p>
    <w:p w14:paraId="3434FD8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tcaggacttg ttcttacctt tcttttccaa tgttacttgg ttccatgtta tctctgggac</w:t>
      </w:r>
    </w:p>
    <w:p w14:paraId="6FEF5F3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caatggtact aagaggtttg ataaccctgt cctaccattt aatgatggtg tttattttgc</w:t>
      </w:r>
    </w:p>
    <w:p w14:paraId="4D2490C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ttccattgag aagtctaaca taataagagg ctggattttt ggtactactt tagattcgaa</w:t>
      </w:r>
    </w:p>
    <w:p w14:paraId="0ED30D5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gacccagtcc ctacttattg ttaataacgc tactaatgtt gttattaaag tctgtgaatt</w:t>
      </w:r>
    </w:p>
    <w:p w14:paraId="51B4984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tcaattttgt aatgatccat ttttggacca caaaaacaac aaaagttgga tggaaagtga</w:t>
      </w:r>
    </w:p>
    <w:p w14:paraId="1842C06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gttcagagtt tattctagtg cgaataattg cacttttgaa tatgtctctc agccttttct</w:t>
      </w:r>
    </w:p>
    <w:p w14:paraId="53DCC6E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tatggacctt gaaggaaaac agggtaattt caaaaatctt agggaatttg tgtttaagaa</w:t>
      </w:r>
    </w:p>
    <w:p w14:paraId="57C7535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tattgatggt tattttaaaa tatattctaa gcacacgcct attatagtgc gtgagccaga</w:t>
      </w:r>
    </w:p>
    <w:p w14:paraId="14D474F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agatctccct cagggttttt cggctttaga accattggta gatttgccaa taggtattaa</w:t>
      </w:r>
    </w:p>
    <w:p w14:paraId="3597EB1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catcactagg tttcaaactt tacttgcttt acatagaagt tatttgactc ctggtgattc</w:t>
      </w:r>
    </w:p>
    <w:p w14:paraId="2022B68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ttcttcaggt tggacagctg gtgctgcagc ttattatgtg ggttatcttc aacctaggac</w:t>
      </w:r>
    </w:p>
    <w:p w14:paraId="6EC07B4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ttttctatta aaatataatg aaaatggaac cattacagat gctgtagact gtgcacttga</w:t>
      </w:r>
    </w:p>
    <w:p w14:paraId="6947569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ccctctctca gaaacaaagt gtacgttgaa atccttcact gtagaaaaag gaatctatca</w:t>
      </w:r>
    </w:p>
    <w:p w14:paraId="70D2F23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aacttctaac tttagagtcc aaccaacaga atctattgtt agatttccta atattacaaa</w:t>
      </w:r>
    </w:p>
    <w:p w14:paraId="67A2393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cttgtgccct tttgatgaag tttttaacgc caccagattt gcatctgttt atgcttggaa</w:t>
      </w:r>
    </w:p>
    <w:p w14:paraId="557AA15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caggaagaga atcagcaact gtgttgctga ttattctgtc ctatataatc tcgcaccatt</w:t>
      </w:r>
    </w:p>
    <w:p w14:paraId="5C8B773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tttcactttt aagtgttatg gagtgtctcc tactaaatta aatgatctct gctttactaa</w:t>
      </w:r>
    </w:p>
    <w:p w14:paraId="6D6879A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tgtctatgca gattcatttg taattagagg tgatgaagtc agacaaatcg ctccagggca</w:t>
      </w:r>
    </w:p>
    <w:p w14:paraId="5C10CAB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aactggaaat attgctgatt ataattataa attaccagat gattttacag gctgcgttat</w:t>
      </w:r>
    </w:p>
    <w:p w14:paraId="0B3EE69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agcttggaat tctaacaagc ttgattctaa ggttagtggt aattataatt acctgtatag</w:t>
      </w:r>
    </w:p>
    <w:p w14:paraId="0721FE1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attgtttagg aagtctaatc tcaaaccttt tgagagagat atttcaactg aaatctatca</w:t>
      </w:r>
    </w:p>
    <w:p w14:paraId="3E1D5EC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ggccggtaac aaaccttgta atggtgttgc aggttttaat tgttactttc ctttacgatc</w:t>
      </w:r>
    </w:p>
    <w:p w14:paraId="07CA728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atatagtttc cgacccactt atggtgttgg tcaccaacca tacagagtag tagtactttc</w:t>
      </w:r>
    </w:p>
    <w:p w14:paraId="7C997F2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ttttgaactt ctacatgcac cagcaactgt ttgtggacct aaaaagtcta ctaatttggt</w:t>
      </w:r>
    </w:p>
    <w:p w14:paraId="27AF3B7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taaaaacaaa tgtgtcaatt tcaacttcaa tggtttaaaa ggcacaggtg ttcttactga</w:t>
      </w:r>
    </w:p>
    <w:p w14:paraId="0889A88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gtctaacaaa aagtttctgc ctttccaaca atttggcaga gacattgctg acactactga</w:t>
      </w:r>
    </w:p>
    <w:p w14:paraId="24137B3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tgctgtccgt gatccacaga cacttgagat tcttgacatt acaccatgtt cttttggtgg</w:t>
      </w:r>
    </w:p>
    <w:p w14:paraId="1A6AD8F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tgtcagtgtt ataacaccag gaacaaatac ttctaaccag gttgctgttc tttatcaggg</w:t>
      </w:r>
    </w:p>
    <w:p w14:paraId="1011D8A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tgttaactgc acagaagtcc ctgttgctat tcatgcagat caacttactc ctacttggcg</w:t>
      </w:r>
    </w:p>
    <w:p w14:paraId="17B1CB4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tgtttattct acaggttcta atgtttttca aacacgtgca ggctgtttaa taggggctga</w:t>
      </w:r>
    </w:p>
    <w:p w14:paraId="1AD0FEC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atatgtcaac aactcatatg agtgtgacat acccattggt gcaggtatat gcgctagtta</w:t>
      </w:r>
    </w:p>
    <w:p w14:paraId="5ECAB57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tcagactcag actaagtctc atcggcgggc acgtagtgta gctagtcaat ccatcattgc</w:t>
      </w:r>
    </w:p>
    <w:p w14:paraId="219F7CC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ctacactatg tcacttggtg cagaaaattc agttgcttac tctaataact ctattgccat</w:t>
      </w:r>
    </w:p>
    <w:p w14:paraId="7E82B82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acccacaaat tttactatta gtgttaccac agaaattcta ccagtgtcta tgaccaagac</w:t>
      </w:r>
    </w:p>
    <w:p w14:paraId="77DEC20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atcagtagat tgtacaatgt acatttgtgg tgattcaact gaatgcagca atcttttgtt</w:t>
      </w:r>
    </w:p>
    <w:p w14:paraId="37C639B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gcaatatggc agtttttgta cacaattaaa acgtgcttta actggaatag ctgttgaaca</w:t>
      </w:r>
    </w:p>
    <w:p w14:paraId="4AA1241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agacaaaaac acccaagaag tttttgcaca agtcaaacaa atttacaaaa caccaccaat</w:t>
      </w:r>
    </w:p>
    <w:p w14:paraId="22F2041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taaatatttt ggtggtttta atttttcaca aatattacca gatccatcaa aaccaagcaa</w:t>
      </w:r>
    </w:p>
    <w:p w14:paraId="39946EC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gaggtcattt attgaagatc tacttttcaa caaagtgaca cttgcagatg ctggcttcat</w:t>
      </w:r>
    </w:p>
    <w:p w14:paraId="0E6AA28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caaacaatat ggtgattgcc ttggtgatat tgctgctaga gacctcattt gtgcacaaaa</w:t>
      </w:r>
    </w:p>
    <w:p w14:paraId="2BE9236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gtttaaaggc cttactgttt tgccaccttt gctcacagat gaaatgattg ctcaatacac</w:t>
      </w:r>
    </w:p>
    <w:p w14:paraId="29FF050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ttctgcactg ttagcgggta caatcacttc tggttggacc tttggtgcag gtgctgcatt</w:t>
      </w:r>
    </w:p>
    <w:p w14:paraId="3770874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acaaatacca tttgctatgc aaatggctta taggtttaat ggtattggag ttacacagaa</w:t>
      </w:r>
    </w:p>
    <w:p w14:paraId="73028F4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tgttctctat gagaaccaaa aattgattgc caaccaattt aatagtgcta ttggcaaaat</w:t>
      </w:r>
    </w:p>
    <w:p w14:paraId="4440550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tcaagactca ctttcttcca cagcaagtgc acttggaaaa cttcaagatg tggtcaacca</w:t>
      </w:r>
    </w:p>
    <w:p w14:paraId="730A3E6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taatgcacaa gctttaaaca cgcttgttaa acaacttagc tccaaatttg gtgcaatttc</w:t>
      </w:r>
    </w:p>
    <w:p w14:paraId="6B0938A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aagtgtttta aatgatatct tttcacgtct tgacaaagtt gaggctgaag tgcaaattga</w:t>
      </w:r>
    </w:p>
    <w:p w14:paraId="5BD052D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taggttgatc acaggcagac ttcaaagttt gcagacatat gtgactcaac aattaattag</w:t>
      </w:r>
    </w:p>
    <w:p w14:paraId="6206BDA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agctgcagaa atcagagctt ctgctaatct tgctgctact aaaatgtcag agtgtgtact</w:t>
      </w:r>
    </w:p>
    <w:p w14:paraId="37A758D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tggacaatca aaaagagttg atttttgtgg aaagggctat catcttatgt ccttccctca</w:t>
      </w:r>
    </w:p>
    <w:p w14:paraId="2A07CC0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gtcagcacct catggtgtag tcttcttgca tgtgacttat gtccctgcac aagaaaagaa</w:t>
      </w:r>
    </w:p>
    <w:p w14:paraId="082C056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cttcacaact gctcctgcca tttgtcatga tggaaaagca cactttcctc gtgaaggtgt</w:t>
      </w:r>
    </w:p>
    <w:p w14:paraId="1BD85C3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ctttgtttca aatggcacac actggtttgt aacacaaagg aatttttatg aaccacaaat</w:t>
      </w:r>
    </w:p>
    <w:p w14:paraId="5655B5D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cattactaca gacaacacat ttgtgtctgg taactgtgat gttgtaatag gaattgtcaa</w:t>
      </w:r>
    </w:p>
    <w:p w14:paraId="312DE47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caacacagtt tatgatcctt tgcaacctga attagattca ttcaaggagg agttagataa</w:t>
      </w:r>
    </w:p>
    <w:p w14:paraId="48A3015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atattttaag aatcatacat caccagatgt tgatttaggt gacatctctg gcattaatgc</w:t>
      </w:r>
    </w:p>
    <w:p w14:paraId="3076A14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ttcagttgta aacattcaaa aagaaattga ccgcctcaat gaggttgcca agaatttaaa</w:t>
      </w:r>
    </w:p>
    <w:p w14:paraId="5216B9C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tgaatctctc atcgatctcc aagaacttgg aaagtatgag cagtatataa aatggccatg</w:t>
      </w:r>
    </w:p>
    <w:p w14:paraId="4CE1C09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gtacatttgg ctaggtttta tagctggctt gattgccata gtaatggtga caattatgct</w:t>
      </w:r>
    </w:p>
    <w:p w14:paraId="0BA71F2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ttgctgtatg accagttgct gtagttgtct caagggctgt tgttcttgtg gatcctgctg</w:t>
      </w:r>
    </w:p>
    <w:p w14:paraId="2562E60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caaatttgat gaagacgact ctgagccagt gctcaaagga gtcaaattac attacacata</w:t>
      </w:r>
    </w:p>
    <w:p w14:paraId="5E1F394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aacgaactta tggatttgtt tatgagaatc ttcacaattg gaactgtaac tttgaagcaa</w:t>
      </w:r>
    </w:p>
    <w:p w14:paraId="6EE4AB4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ggtgaaatca aggatgctac tccttcagat tttgttcgcg ctactgcaac gataccgata</w:t>
      </w:r>
    </w:p>
    <w:p w14:paraId="558CEC1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caagcctcac tccctttcgg atggcttatt gttggcgttg cacttcttgc tgtttttcag</w:t>
      </w:r>
    </w:p>
    <w:p w14:paraId="1A49E18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agcgcttcca aaatcataac tctcaaaaag agatggcaac tagcactctc caagggtgtt</w:t>
      </w:r>
    </w:p>
    <w:p w14:paraId="1F5DFA9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cactttgttt gcaacttgct gttgttgttt gtaacagttt actcacacct tttgctcgtt</w:t>
      </w:r>
    </w:p>
    <w:p w14:paraId="7362768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gctgctggcc ttgaagcccc ttttttctat ctttatgctt tagtctactt cttgcagagt</w:t>
      </w:r>
    </w:p>
    <w:p w14:paraId="236ACBF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ataaactttg taagaataat aatgaggctt tggctttgct ggaaatgccg ttccaaaaac</w:t>
      </w:r>
    </w:p>
    <w:p w14:paraId="531F031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ccattacttt atgatgccaa ctattttctt tgctggcata ctaattgtta cgactattgt</w:t>
      </w:r>
    </w:p>
    <w:p w14:paraId="67C7679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ataccttaca atagtgtaac ttcttcaatt gtcattactt caggtgatgg cacaacaagt</w:t>
      </w:r>
    </w:p>
    <w:p w14:paraId="67DD256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cctatttctg aacatgacta ccagattggt ggttatactg aaaaatggga atctggagta</w:t>
      </w:r>
    </w:p>
    <w:p w14:paraId="29F1BB3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aaagactgtg ttgtattaca cagttacttc acttcagact attaccagct gtactcaact</w:t>
      </w:r>
    </w:p>
    <w:p w14:paraId="39A6EC3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caattgagta cagacactgg tgttgaacat gttaccttct tcatctacaa taaaattgtt</w:t>
      </w:r>
    </w:p>
    <w:p w14:paraId="53BFDFC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gatgagcctg aagaacatgt ccaaattcac acaatcgacg gttcatccgg agttgttaat</w:t>
      </w:r>
    </w:p>
    <w:p w14:paraId="02F8B62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ccagtaatgg aaccaattta tgatgaaccg acgacgacta ctagcgtgcc tttgtaagca</w:t>
      </w:r>
    </w:p>
    <w:p w14:paraId="1A71B0D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caagctgatg agtacgaact tatgtactca ttcgtttcgg aagagatagg tacgttaata</w:t>
      </w:r>
    </w:p>
    <w:p w14:paraId="169B0A4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gttaatagcg tacttctttt tcttgctttc gtggtattct tgctagttac actagccatc</w:t>
      </w:r>
    </w:p>
    <w:p w14:paraId="54E6C15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cttactgcgc ttcgattgtg tgcgtactgc tgcaatattg ttaacgtgag tcttgtaaaa</w:t>
      </w:r>
    </w:p>
    <w:p w14:paraId="3393847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ccttcttttt acgtttactc tcgtgttaaa aatctgaatt cttctagagt tcctgatctt</w:t>
      </w:r>
    </w:p>
    <w:p w14:paraId="3D4C9D1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ctggtctaaa cgaactaaat attatattag tttttctgtt tggaacttta attttagcca</w:t>
      </w:r>
    </w:p>
    <w:p w14:paraId="3F347F5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tggcaggttc caacggtact attaccgttg aagagcttaa aaagctcctt gaagaatgga</w:t>
      </w:r>
    </w:p>
    <w:p w14:paraId="5C05CE3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acctagtaat aggtttccta ttccttacat ggatttgtct tctacaattt gcctatgcca</w:t>
      </w:r>
    </w:p>
    <w:p w14:paraId="65C6361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acaggaatag gtttttgtat ataattaagt taattttcct ctggctgtta tggccagtaa</w:t>
      </w:r>
    </w:p>
    <w:p w14:paraId="00158C6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ctttaacttg ttttgtgctt gctgctgttt acagaataaa ttggatcacc ggtggaattg</w:t>
      </w:r>
    </w:p>
    <w:p w14:paraId="55B773C0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ctatcgcaat ggcttgtctt gtaggcttga tgtggctcag ctacttcatt gcttctttca</w:t>
      </w:r>
    </w:p>
    <w:p w14:paraId="79E0790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gactgtttgc gcgtacgcgt tccatgtggt cattcaatcc agaaactaac attcttctca</w:t>
      </w:r>
    </w:p>
    <w:p w14:paraId="338FAE5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acgtgccact ccatggcact attctgacca gaccgcttct agaaagtgaa ctcgtaatcg</w:t>
      </w:r>
    </w:p>
    <w:p w14:paraId="2A207E2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gagctgtgat ccttcgtgga catcttcgta ttgctggaca ccatctagga cgctgtgaca</w:t>
      </w:r>
    </w:p>
    <w:p w14:paraId="3B944E4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tcaaggacct gcctaaagaa atcactgttg ctacatcacg aacgctttct tattacaaat</w:t>
      </w:r>
    </w:p>
    <w:p w14:paraId="438B9E6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tgggagcttc gcagcgtgta gcaggtgact caggttttgc tgcatacagt cgctacagga</w:t>
      </w:r>
    </w:p>
    <w:p w14:paraId="5E49DB5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ttggcaacta taaattaaac acagaccatt ccagtagcag tgacaatatt gctttgcttg</w:t>
      </w:r>
    </w:p>
    <w:p w14:paraId="5270A2B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tacagtaagt gacaacagat gtttcatctc gttgactttc aggttactat agcagagata</w:t>
      </w:r>
    </w:p>
    <w:p w14:paraId="461E7DC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ttactaatta ttatgcggac ttttaaagtt tccatttgga atcttgatta catcataaac</w:t>
      </w:r>
    </w:p>
    <w:p w14:paraId="1ACCF3F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ctcataatta aaaatttatc taagtcacta actgagaata aatattctca attagatgaa</w:t>
      </w:r>
    </w:p>
    <w:p w14:paraId="43B84A6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gagcaaccaa tggagattga ttaaacgaac atgaaaatta ttcttttctt ggcactgata</w:t>
      </w:r>
    </w:p>
    <w:p w14:paraId="100B656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acactcgcta cttgtgagct ttatcactac caagagtgtg ttagaggtac aacagtactt</w:t>
      </w:r>
    </w:p>
    <w:p w14:paraId="203DF04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ttaaaagaac cttgctcttc tggaacatac gagggcaatt caccatttca tcctctagct</w:t>
      </w:r>
    </w:p>
    <w:p w14:paraId="033838D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gataacaaat ttgcactgac ttgctttagc actcaatttg cttttgcttg tcctgacggc</w:t>
      </w:r>
    </w:p>
    <w:p w14:paraId="1EE9C13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gtaaaacacg tctatcagtt acgtgccaga tcagtttcac ctaaactgtt catcagacaa</w:t>
      </w:r>
    </w:p>
    <w:p w14:paraId="08A703ED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gaggaagttc aagaacttta ctctccaatt tttcttattg ttgcggcaat agtgtttata</w:t>
      </w:r>
    </w:p>
    <w:p w14:paraId="0A4E5F8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acactttgct tcacactcaa aagaaagaca gaatgattga actttcatta attgacttct</w:t>
      </w:r>
    </w:p>
    <w:p w14:paraId="7BB2D1D8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atttgtgctt tttagccttt ctgttattcc ttgttttaat tatgcttatt atcttttggt</w:t>
      </w:r>
    </w:p>
    <w:p w14:paraId="1629409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tctcacttga actgcaagat cataatgaaa cttgtcacgc ctaaacgaac atgaaatttc</w:t>
      </w:r>
    </w:p>
    <w:p w14:paraId="479F6A5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ttgttttctt aggaatcatc acaactgtag ctgcatttca ccaagaatgt agtttacagt</w:t>
      </w:r>
    </w:p>
    <w:p w14:paraId="49C09AF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catgtactca acatcaacca tatgtagttg atgacccgtg tcctattcac ttctattcta</w:t>
      </w:r>
    </w:p>
    <w:p w14:paraId="7D0621D6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aatggtatat tagagtagga gctagaaaat cagcaccttt aattgaattg tgcgtggatg</w:t>
      </w:r>
    </w:p>
    <w:p w14:paraId="6F4D17B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aggctggttc taaatcaccc attcagtaca tcgatatcgg taattataca gtttcctgtt</w:t>
      </w:r>
    </w:p>
    <w:p w14:paraId="7B937C7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taccttttac aattaattgc caggaaccta aattgggtag tcttgtagtg cgttgttcgt</w:t>
      </w:r>
    </w:p>
    <w:p w14:paraId="641A582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tctatgaaga ctttttagag tatcatgacg ttcgtgttgt tttagatttc atctaaacga</w:t>
      </w:r>
    </w:p>
    <w:p w14:paraId="61B51DF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acaaacttaa atgtctgata atggacccca aaatcagcga aatgcactcc gcattacgtt</w:t>
      </w:r>
    </w:p>
    <w:p w14:paraId="7C4C983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tggtggaccc tcagattcaa ctggcagtaa ccagaatggt ggggcgcgat caaaacaacg</w:t>
      </w:r>
    </w:p>
    <w:p w14:paraId="2177D13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tcggccccaa ggtttaccca ataatactgc gtcttggttc accgctctca ctcaacatgg</w:t>
      </w:r>
    </w:p>
    <w:p w14:paraId="0CA1179A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caaggaagac cttaaattcc ctcgaggaca aggcgttcca attaacacca atagcagtcc</w:t>
      </w:r>
    </w:p>
    <w:p w14:paraId="1B13176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agatgaccaa attggctact accgaagagc taccagacga attcgtggtg gtgacggtaa</w:t>
      </w:r>
    </w:p>
    <w:p w14:paraId="4675CDE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aatgaaagat ctcagtccaa gatggtattt ctactaccta ggaactgggc cagaagctgg</w:t>
      </w:r>
    </w:p>
    <w:p w14:paraId="306981BF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acttccctat ggtgctaaca aagacggcat catatgggtt gcaactgagg gagccttgaa</w:t>
      </w:r>
    </w:p>
    <w:p w14:paraId="5AA339E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tacaccaaaa gatcacattg gcacccgcaa tcctgctaac aatgctgcaa tcgtgctaca</w:t>
      </w:r>
    </w:p>
    <w:p w14:paraId="42F131A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acttcctcaa ggaacaacat tgccaaaagg cttctacgca gaagggagca gaggcggcag</w:t>
      </w:r>
    </w:p>
    <w:p w14:paraId="3A09B7B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tcaagcctct tctcgttcct catcacgtag tcgcaacagt tcaagaaatt caactccagg</w:t>
      </w:r>
    </w:p>
    <w:p w14:paraId="21DACE1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cagcagtaaa cgaacttctc ctgctagaat ggctggcaat ggcggtgatg ctgctcttgc</w:t>
      </w:r>
    </w:p>
    <w:p w14:paraId="6221089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tttgctgctg cttgacagat tgaaccagct tgagagcaaa atgtctggta aaggccaaca</w:t>
      </w:r>
    </w:p>
    <w:p w14:paraId="28529611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acaacaaggc caaactgtca ctaagaaatc tgctgctgag gcttctaaga agcctcggca</w:t>
      </w:r>
    </w:p>
    <w:p w14:paraId="0353D98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aaaacgtact gccactaaag catacaatgt aacacaagct ttcggcagac gtggtccaga</w:t>
      </w:r>
    </w:p>
    <w:p w14:paraId="42CCD13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acaaacccaa ggaaattttg gggaccagga actaatcaga caaggaactg attacaaaca</w:t>
      </w:r>
    </w:p>
    <w:p w14:paraId="46839F53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ttggccgcaa attgcacaat ttgcccccag cgcttcagcg ttcttcggaa tgtcgcgcat</w:t>
      </w:r>
    </w:p>
    <w:p w14:paraId="42840A4B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tggcatggaa gtcacacctt cgggaacgtg gttgacctac acaggtgcca tcaaattgga</w:t>
      </w:r>
    </w:p>
    <w:p w14:paraId="5E8BC29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tgacaaaggt ccaaatttca aagatcaagt cattttgctg aataagcata ttgacgcata</w:t>
      </w:r>
    </w:p>
    <w:p w14:paraId="32B5623E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caaaacattc ccaccaacag agcctaaaaa ggacaaaaag aagaaggctg atgaaactca</w:t>
      </w:r>
    </w:p>
    <w:p w14:paraId="7386A542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agccttaccg cagagacaga agaaacagca aactgtgact cttcttcctg ctgcagattt</w:t>
      </w:r>
    </w:p>
    <w:p w14:paraId="0F7ED2C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ggatgatttc tccaaacaat tgcaacaatc catgagcagt gctgactcaa ctcaggccta</w:t>
      </w:r>
    </w:p>
    <w:p w14:paraId="0F691B99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aactcatgca gaccacacaa ggcagatggg ctatataaac gttttcgctt ttccgtttac</w:t>
      </w:r>
    </w:p>
    <w:p w14:paraId="4E54875C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gatatatagt ctactcttgt gcagaatgaa ttctcgtaac tacatagcac aagtagatgt</w:t>
      </w:r>
    </w:p>
    <w:p w14:paraId="1BD9B8E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agttaacttt aatctcacat agcaatcttt aatcagtgtg taacattagg gaggacttga</w:t>
      </w:r>
    </w:p>
    <w:p w14:paraId="0A973FA7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aagagccacc acattttcac cgaggccacg cggagtacga tcgagtgtac agtgaacaat</w:t>
      </w:r>
    </w:p>
    <w:p w14:paraId="677192F4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gctagggaga gctgcctata tggaagagcc ctaatgtgta aaattaa</w:t>
      </w:r>
    </w:p>
    <w:p w14:paraId="0B1F77B5" w14:textId="77777777" w:rsidR="00713422" w:rsidRPr="00713422" w:rsidRDefault="00713422" w:rsidP="0071342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1342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30A041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42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3422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FAA96E"/>
  <w15:chartTrackingRefBased/>
  <w15:docId w15:val="{2CC43113-45D5-3040-97D9-5989BF424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8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0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8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0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28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18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02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11049</Words>
  <Characters>62984</Characters>
  <Application>Microsoft Office Word</Application>
  <DocSecurity>0</DocSecurity>
  <Lines>524</Lines>
  <Paragraphs>147</Paragraphs>
  <ScaleCrop>false</ScaleCrop>
  <Company/>
  <LinksUpToDate>false</LinksUpToDate>
  <CharactersWithSpaces>73886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2023-03-04T06:58:00Z</dcterms:created>
  <dcterms:modified xsi:type="dcterms:W3CDTF">2023-03-04T06:59:00Z</dcterms:modified>
</cp:coreProperties>
</file>